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5773E4" w14:textId="77777777" w:rsidR="007F70BD" w:rsidRDefault="00CD6897" w:rsidP="007F70BD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7F70BD" w:rsidRPr="007F70BD">
        <w:rPr>
          <w:rFonts w:ascii="Corbel" w:hAnsi="Corbel"/>
          <w:bCs/>
          <w:i/>
        </w:rPr>
        <w:t>Załącznik nr 1.5 do Zarządzenia Rektora UR  nr 7/2023</w:t>
      </w:r>
    </w:p>
    <w:p w14:paraId="6C751E0E" w14:textId="77777777" w:rsidR="007F70BD" w:rsidRDefault="007F70BD" w:rsidP="007F70BD">
      <w:pPr>
        <w:spacing w:line="240" w:lineRule="auto"/>
        <w:jc w:val="right"/>
        <w:rPr>
          <w:rFonts w:ascii="Corbel" w:hAnsi="Corbel"/>
          <w:bCs/>
          <w:i/>
        </w:rPr>
      </w:pPr>
    </w:p>
    <w:p w14:paraId="277A76B0" w14:textId="6305B171" w:rsidR="0085747A" w:rsidRPr="009C54AE" w:rsidRDefault="0085747A" w:rsidP="007F70BD">
      <w:pPr>
        <w:spacing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027FC21" w14:textId="77777777" w:rsidR="0085747A" w:rsidRPr="00E65582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E65582">
        <w:rPr>
          <w:rFonts w:ascii="Corbel" w:hAnsi="Corbel"/>
          <w:b/>
          <w:smallCaps/>
          <w:sz w:val="24"/>
          <w:szCs w:val="24"/>
        </w:rPr>
        <w:t xml:space="preserve"> </w:t>
      </w:r>
      <w:r w:rsidR="001A660E" w:rsidRPr="00E65582">
        <w:rPr>
          <w:rFonts w:ascii="Corbel" w:hAnsi="Corbel"/>
          <w:b/>
          <w:i/>
          <w:smallCaps/>
          <w:sz w:val="24"/>
          <w:szCs w:val="24"/>
        </w:rPr>
        <w:t xml:space="preserve">2023 </w:t>
      </w:r>
      <w:r w:rsidR="009C158F" w:rsidRPr="00E65582">
        <w:rPr>
          <w:rFonts w:ascii="Corbel" w:hAnsi="Corbel"/>
          <w:b/>
          <w:i/>
          <w:smallCaps/>
          <w:sz w:val="24"/>
          <w:szCs w:val="24"/>
        </w:rPr>
        <w:t>/2024-2027/2028</w:t>
      </w:r>
    </w:p>
    <w:p w14:paraId="39004EB0" w14:textId="77777777" w:rsidR="0085747A" w:rsidRDefault="00E6558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0"/>
          <w:szCs w:val="20"/>
        </w:rPr>
        <w:t xml:space="preserve">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5BD78177" w14:textId="77777777" w:rsidR="00445970" w:rsidRPr="00E65582" w:rsidRDefault="00445970" w:rsidP="00EA4832">
      <w:pPr>
        <w:spacing w:after="0" w:line="240" w:lineRule="exact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E65582">
        <w:rPr>
          <w:rFonts w:ascii="Corbel" w:hAnsi="Corbel"/>
          <w:b/>
          <w:sz w:val="24"/>
          <w:szCs w:val="24"/>
        </w:rPr>
        <w:t>Rok akademicki  2023 /</w:t>
      </w:r>
      <w:r w:rsidR="001A660E" w:rsidRPr="00E65582">
        <w:rPr>
          <w:rFonts w:ascii="Corbel" w:hAnsi="Corbel"/>
          <w:b/>
          <w:sz w:val="24"/>
          <w:szCs w:val="24"/>
        </w:rPr>
        <w:t>2024</w:t>
      </w:r>
    </w:p>
    <w:p w14:paraId="758E8FAA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92A5A00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4A07FCC2" w14:textId="77777777" w:rsidTr="00B819C8">
        <w:tc>
          <w:tcPr>
            <w:tcW w:w="2694" w:type="dxa"/>
            <w:vAlign w:val="center"/>
          </w:tcPr>
          <w:p w14:paraId="68CBABE8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88ED180" w14:textId="77777777" w:rsidR="0085747A" w:rsidRPr="00532E5D" w:rsidRDefault="009B4DD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532E5D">
              <w:rPr>
                <w:rFonts w:ascii="Corbel" w:hAnsi="Corbel"/>
                <w:sz w:val="24"/>
                <w:szCs w:val="24"/>
              </w:rPr>
              <w:t>Pracownia malarstwa</w:t>
            </w:r>
          </w:p>
        </w:tc>
      </w:tr>
      <w:tr w:rsidR="0085747A" w:rsidRPr="009C54AE" w14:paraId="11390260" w14:textId="77777777" w:rsidTr="00B819C8">
        <w:tc>
          <w:tcPr>
            <w:tcW w:w="2694" w:type="dxa"/>
            <w:vAlign w:val="center"/>
          </w:tcPr>
          <w:p w14:paraId="2F786F7A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A595C5C" w14:textId="77777777" w:rsidR="0085747A" w:rsidRPr="00532E5D" w:rsidRDefault="009E358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532E5D">
              <w:rPr>
                <w:rFonts w:ascii="Corbel" w:hAnsi="Corbel"/>
                <w:sz w:val="24"/>
                <w:szCs w:val="24"/>
              </w:rPr>
              <w:t>MK_1</w:t>
            </w:r>
            <w:r w:rsidR="00827A30" w:rsidRPr="00532E5D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85747A" w:rsidRPr="009C54AE" w14:paraId="4129FD08" w14:textId="77777777" w:rsidTr="00B819C8">
        <w:tc>
          <w:tcPr>
            <w:tcW w:w="2694" w:type="dxa"/>
            <w:vAlign w:val="center"/>
          </w:tcPr>
          <w:p w14:paraId="531CE541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1693DA4A" w14:textId="77777777" w:rsidR="0085747A" w:rsidRPr="00532E5D" w:rsidRDefault="009E358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532E5D">
              <w:rPr>
                <w:rFonts w:ascii="Corbel" w:hAnsi="Corbel"/>
                <w:sz w:val="24"/>
                <w:szCs w:val="24"/>
              </w:rPr>
              <w:t>Kolegium Nauk Humanistycznych</w:t>
            </w:r>
          </w:p>
        </w:tc>
      </w:tr>
      <w:tr w:rsidR="0085747A" w:rsidRPr="009C54AE" w14:paraId="56A9DB39" w14:textId="77777777" w:rsidTr="00B819C8">
        <w:tc>
          <w:tcPr>
            <w:tcW w:w="2694" w:type="dxa"/>
            <w:vAlign w:val="center"/>
          </w:tcPr>
          <w:p w14:paraId="02DD05E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439561F" w14:textId="77777777" w:rsidR="0085747A" w:rsidRPr="00532E5D" w:rsidRDefault="009E358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532E5D">
              <w:rPr>
                <w:rFonts w:ascii="Corbel" w:hAnsi="Corbel"/>
                <w:sz w:val="24"/>
                <w:szCs w:val="24"/>
              </w:rPr>
              <w:t>Instytut Sztuk Pięknych</w:t>
            </w:r>
          </w:p>
        </w:tc>
      </w:tr>
      <w:tr w:rsidR="0085747A" w:rsidRPr="009C54AE" w14:paraId="23EF2B0E" w14:textId="77777777" w:rsidTr="00B819C8">
        <w:tc>
          <w:tcPr>
            <w:tcW w:w="2694" w:type="dxa"/>
            <w:vAlign w:val="center"/>
          </w:tcPr>
          <w:p w14:paraId="4D4C032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820F8A1" w14:textId="77777777" w:rsidR="0085747A" w:rsidRPr="00532E5D" w:rsidRDefault="00403D3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532E5D">
              <w:rPr>
                <w:rFonts w:ascii="Corbel" w:hAnsi="Corbel"/>
                <w:sz w:val="24"/>
                <w:szCs w:val="24"/>
              </w:rPr>
              <w:t>M</w:t>
            </w:r>
            <w:r w:rsidR="009E358D" w:rsidRPr="00532E5D">
              <w:rPr>
                <w:rFonts w:ascii="Corbel" w:hAnsi="Corbel"/>
                <w:sz w:val="24"/>
                <w:szCs w:val="24"/>
              </w:rPr>
              <w:t>alarstwo</w:t>
            </w:r>
          </w:p>
        </w:tc>
      </w:tr>
      <w:tr w:rsidR="0085747A" w:rsidRPr="009C54AE" w14:paraId="0A0C040C" w14:textId="77777777" w:rsidTr="00B819C8">
        <w:tc>
          <w:tcPr>
            <w:tcW w:w="2694" w:type="dxa"/>
            <w:vAlign w:val="center"/>
          </w:tcPr>
          <w:p w14:paraId="29538796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485549F" w14:textId="77777777" w:rsidR="0085747A" w:rsidRPr="00532E5D" w:rsidRDefault="00403D3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532E5D">
              <w:rPr>
                <w:rFonts w:ascii="Corbel" w:hAnsi="Corbel"/>
                <w:sz w:val="24"/>
                <w:szCs w:val="24"/>
              </w:rPr>
              <w:t>J</w:t>
            </w:r>
            <w:r w:rsidR="009E358D" w:rsidRPr="00532E5D">
              <w:rPr>
                <w:rFonts w:ascii="Corbel" w:hAnsi="Corbel"/>
                <w:sz w:val="24"/>
                <w:szCs w:val="24"/>
              </w:rPr>
              <w:t>ednolite magisterskie</w:t>
            </w:r>
          </w:p>
        </w:tc>
      </w:tr>
      <w:tr w:rsidR="0085747A" w:rsidRPr="009C54AE" w14:paraId="53DA0853" w14:textId="77777777" w:rsidTr="00B819C8">
        <w:tc>
          <w:tcPr>
            <w:tcW w:w="2694" w:type="dxa"/>
            <w:vAlign w:val="center"/>
          </w:tcPr>
          <w:p w14:paraId="0A04014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6B0B343" w14:textId="77777777" w:rsidR="0085747A" w:rsidRPr="00532E5D" w:rsidRDefault="00403D3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532E5D">
              <w:rPr>
                <w:rFonts w:ascii="Corbel" w:hAnsi="Corbel"/>
                <w:sz w:val="24"/>
                <w:szCs w:val="24"/>
              </w:rPr>
              <w:t>O</w:t>
            </w:r>
            <w:r w:rsidR="009E358D" w:rsidRPr="00532E5D">
              <w:rPr>
                <w:rFonts w:ascii="Corbel" w:hAnsi="Corbel"/>
                <w:sz w:val="24"/>
                <w:szCs w:val="24"/>
              </w:rPr>
              <w:t>gólnoakademicki</w:t>
            </w:r>
            <w:proofErr w:type="spellEnd"/>
          </w:p>
        </w:tc>
      </w:tr>
      <w:tr w:rsidR="0085747A" w:rsidRPr="009C54AE" w14:paraId="3B0AA286" w14:textId="77777777" w:rsidTr="00B819C8">
        <w:tc>
          <w:tcPr>
            <w:tcW w:w="2694" w:type="dxa"/>
            <w:vAlign w:val="center"/>
          </w:tcPr>
          <w:p w14:paraId="6E7E431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CE01175" w14:textId="77777777" w:rsidR="0085747A" w:rsidRPr="007E19C8" w:rsidRDefault="00403D3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7E19C8">
              <w:rPr>
                <w:rFonts w:ascii="Corbel" w:hAnsi="Corbel"/>
                <w:sz w:val="24"/>
                <w:szCs w:val="24"/>
              </w:rPr>
              <w:t>S</w:t>
            </w:r>
            <w:r w:rsidR="009E358D" w:rsidRPr="007E19C8">
              <w:rPr>
                <w:rFonts w:ascii="Corbel" w:hAnsi="Corbel"/>
                <w:sz w:val="24"/>
                <w:szCs w:val="24"/>
              </w:rPr>
              <w:t>tacjonarne</w:t>
            </w:r>
          </w:p>
        </w:tc>
      </w:tr>
      <w:tr w:rsidR="0085747A" w:rsidRPr="009C54AE" w14:paraId="3D7D661E" w14:textId="77777777" w:rsidTr="00B819C8">
        <w:tc>
          <w:tcPr>
            <w:tcW w:w="2694" w:type="dxa"/>
            <w:vAlign w:val="center"/>
          </w:tcPr>
          <w:p w14:paraId="2209D39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E07D4D8" w14:textId="77777777" w:rsidR="0085747A" w:rsidRPr="007E19C8" w:rsidRDefault="002F269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7E19C8">
              <w:rPr>
                <w:rFonts w:ascii="Corbel" w:hAnsi="Corbel"/>
                <w:sz w:val="24"/>
                <w:szCs w:val="24"/>
              </w:rPr>
              <w:t>I Rok;</w:t>
            </w:r>
            <w:r w:rsidR="00403D3A" w:rsidRPr="007E19C8">
              <w:rPr>
                <w:rFonts w:ascii="Corbel" w:hAnsi="Corbel"/>
                <w:sz w:val="24"/>
                <w:szCs w:val="24"/>
              </w:rPr>
              <w:t xml:space="preserve"> </w:t>
            </w:r>
            <w:r w:rsidRPr="007E19C8">
              <w:rPr>
                <w:rFonts w:ascii="Corbel" w:hAnsi="Corbel"/>
                <w:sz w:val="24"/>
                <w:szCs w:val="24"/>
              </w:rPr>
              <w:t xml:space="preserve"> S</w:t>
            </w:r>
            <w:r w:rsidR="009E358D" w:rsidRPr="007E19C8">
              <w:rPr>
                <w:rFonts w:ascii="Corbel" w:hAnsi="Corbel"/>
                <w:sz w:val="24"/>
                <w:szCs w:val="24"/>
              </w:rPr>
              <w:t>emestr</w:t>
            </w:r>
            <w:r w:rsidRPr="007E19C8">
              <w:rPr>
                <w:rFonts w:ascii="Corbel" w:hAnsi="Corbel"/>
                <w:sz w:val="24"/>
                <w:szCs w:val="24"/>
              </w:rPr>
              <w:t>y:</w:t>
            </w:r>
            <w:r w:rsidR="00403D3A" w:rsidRPr="007E19C8">
              <w:rPr>
                <w:rFonts w:ascii="Corbel" w:hAnsi="Corbel"/>
                <w:sz w:val="24"/>
                <w:szCs w:val="24"/>
              </w:rPr>
              <w:t xml:space="preserve">  1, 2</w:t>
            </w:r>
          </w:p>
        </w:tc>
      </w:tr>
      <w:tr w:rsidR="0085747A" w:rsidRPr="009C54AE" w14:paraId="68775C2D" w14:textId="77777777" w:rsidTr="00B819C8">
        <w:tc>
          <w:tcPr>
            <w:tcW w:w="2694" w:type="dxa"/>
            <w:vAlign w:val="center"/>
          </w:tcPr>
          <w:p w14:paraId="0EC36C4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A1DE8C2" w14:textId="77777777" w:rsidR="0085747A" w:rsidRPr="007E19C8" w:rsidRDefault="00403D3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7E19C8">
              <w:rPr>
                <w:rFonts w:ascii="Corbel" w:hAnsi="Corbel"/>
                <w:sz w:val="24"/>
                <w:szCs w:val="24"/>
              </w:rPr>
              <w:t>P</w:t>
            </w:r>
            <w:r w:rsidR="0055023D" w:rsidRPr="007E19C8">
              <w:rPr>
                <w:rFonts w:ascii="Corbel" w:hAnsi="Corbel"/>
                <w:sz w:val="24"/>
                <w:szCs w:val="24"/>
              </w:rPr>
              <w:t>odstawowy</w:t>
            </w:r>
          </w:p>
        </w:tc>
      </w:tr>
      <w:tr w:rsidR="00923D7D" w:rsidRPr="009C54AE" w14:paraId="35009EF2" w14:textId="77777777" w:rsidTr="00B819C8">
        <w:tc>
          <w:tcPr>
            <w:tcW w:w="2694" w:type="dxa"/>
            <w:vAlign w:val="center"/>
          </w:tcPr>
          <w:p w14:paraId="4618145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4D25B2D" w14:textId="77777777" w:rsidR="00923D7D" w:rsidRPr="007E19C8" w:rsidRDefault="003D74E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7E19C8">
              <w:rPr>
                <w:rFonts w:ascii="Corbel" w:hAnsi="Corbel"/>
                <w:sz w:val="24"/>
                <w:szCs w:val="24"/>
              </w:rPr>
              <w:t>P</w:t>
            </w:r>
            <w:r w:rsidR="009E358D" w:rsidRPr="007E19C8">
              <w:rPr>
                <w:rFonts w:ascii="Corbel" w:hAnsi="Corbel"/>
                <w:sz w:val="24"/>
                <w:szCs w:val="24"/>
              </w:rPr>
              <w:t>olski</w:t>
            </w:r>
          </w:p>
        </w:tc>
      </w:tr>
      <w:tr w:rsidR="0085747A" w:rsidRPr="009C54AE" w14:paraId="03938950" w14:textId="77777777" w:rsidTr="00B819C8">
        <w:tc>
          <w:tcPr>
            <w:tcW w:w="2694" w:type="dxa"/>
            <w:vAlign w:val="center"/>
          </w:tcPr>
          <w:p w14:paraId="73DE7C5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954C197" w14:textId="77777777" w:rsidR="0085747A" w:rsidRPr="007E19C8" w:rsidRDefault="00114AB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7E19C8">
              <w:rPr>
                <w:rFonts w:ascii="Corbel" w:hAnsi="Corbel"/>
                <w:sz w:val="24"/>
                <w:szCs w:val="24"/>
              </w:rPr>
              <w:t xml:space="preserve">dr </w:t>
            </w:r>
            <w:r w:rsidR="00FF5FAC" w:rsidRPr="007E19C8">
              <w:rPr>
                <w:rFonts w:ascii="Corbel" w:hAnsi="Corbel"/>
                <w:sz w:val="24"/>
                <w:szCs w:val="24"/>
              </w:rPr>
              <w:t xml:space="preserve"> </w:t>
            </w:r>
            <w:r w:rsidRPr="007E19C8">
              <w:rPr>
                <w:rFonts w:ascii="Corbel" w:hAnsi="Corbel"/>
                <w:sz w:val="24"/>
                <w:szCs w:val="24"/>
              </w:rPr>
              <w:t xml:space="preserve">Magdalena </w:t>
            </w:r>
            <w:proofErr w:type="spellStart"/>
            <w:r w:rsidRPr="007E19C8">
              <w:rPr>
                <w:rFonts w:ascii="Corbel" w:hAnsi="Corbel"/>
                <w:sz w:val="24"/>
                <w:szCs w:val="24"/>
              </w:rPr>
              <w:t>Cywicka</w:t>
            </w:r>
            <w:proofErr w:type="spellEnd"/>
          </w:p>
        </w:tc>
      </w:tr>
      <w:tr w:rsidR="0085747A" w:rsidRPr="009C54AE" w14:paraId="1D0C1B26" w14:textId="77777777" w:rsidTr="00B819C8">
        <w:tc>
          <w:tcPr>
            <w:tcW w:w="2694" w:type="dxa"/>
            <w:vAlign w:val="center"/>
          </w:tcPr>
          <w:p w14:paraId="4E07722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EB3A6A1" w14:textId="77777777" w:rsidR="0085747A" w:rsidRPr="007E19C8" w:rsidRDefault="006D531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7E19C8">
              <w:rPr>
                <w:rFonts w:ascii="Corbel" w:hAnsi="Corbel"/>
                <w:sz w:val="24"/>
                <w:szCs w:val="24"/>
              </w:rPr>
              <w:t>dr hab.</w:t>
            </w:r>
            <w:r w:rsidR="009E358D" w:rsidRPr="007E19C8">
              <w:rPr>
                <w:rFonts w:ascii="Corbel" w:hAnsi="Corbel"/>
                <w:sz w:val="24"/>
                <w:szCs w:val="24"/>
              </w:rPr>
              <w:t xml:space="preserve"> </w:t>
            </w:r>
            <w:r w:rsidR="00220BDB" w:rsidRPr="007E19C8">
              <w:rPr>
                <w:rFonts w:ascii="Corbel" w:hAnsi="Corbel"/>
                <w:sz w:val="24"/>
                <w:szCs w:val="24"/>
              </w:rPr>
              <w:t xml:space="preserve">Małgorzata Drozd-Witek, </w:t>
            </w:r>
            <w:r w:rsidR="002F269C" w:rsidRPr="007E19C8">
              <w:rPr>
                <w:rFonts w:ascii="Corbel" w:hAnsi="Corbel"/>
                <w:sz w:val="24"/>
                <w:szCs w:val="24"/>
              </w:rPr>
              <w:t>prof. UR</w:t>
            </w:r>
            <w:r w:rsidR="00E72345" w:rsidRPr="007E19C8">
              <w:rPr>
                <w:rFonts w:ascii="Corbel" w:hAnsi="Corbel"/>
                <w:sz w:val="24"/>
                <w:szCs w:val="24"/>
              </w:rPr>
              <w:t xml:space="preserve">                                                              </w:t>
            </w:r>
            <w:r w:rsidR="003E428B" w:rsidRPr="007E19C8">
              <w:rPr>
                <w:rFonts w:ascii="Corbel" w:hAnsi="Corbel"/>
                <w:sz w:val="24"/>
                <w:szCs w:val="24"/>
              </w:rPr>
              <w:t xml:space="preserve"> </w:t>
            </w:r>
            <w:r w:rsidR="009E358D" w:rsidRPr="007E19C8">
              <w:rPr>
                <w:rFonts w:ascii="Corbel" w:hAnsi="Corbel"/>
                <w:sz w:val="24"/>
                <w:szCs w:val="24"/>
              </w:rPr>
              <w:t xml:space="preserve">dr </w:t>
            </w:r>
            <w:r w:rsidRPr="007E19C8">
              <w:rPr>
                <w:rFonts w:ascii="Corbel" w:hAnsi="Corbel"/>
                <w:sz w:val="24"/>
                <w:szCs w:val="24"/>
              </w:rPr>
              <w:t>Katarzyna Cwynar</w:t>
            </w:r>
          </w:p>
        </w:tc>
      </w:tr>
    </w:tbl>
    <w:p w14:paraId="747A3E2B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9A3A38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10AFEEC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8675B1F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401F9B8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22B43400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DD5F8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1D265BB8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99666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FA5EF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1A635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61646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56C4C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C7C09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34207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CE7DA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B826C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73FF4A7B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BB512" w14:textId="77777777" w:rsidR="00015B8F" w:rsidRPr="009C54AE" w:rsidRDefault="0050386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9E61E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1EF08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FF210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A2A7D0" w14:textId="77777777" w:rsidR="00015B8F" w:rsidRPr="009C54AE" w:rsidRDefault="005A6EF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120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0CBF1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0B97B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C92B5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F8D5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2EB5C0" w14:textId="77777777" w:rsidR="00015B8F" w:rsidRPr="009C54AE" w:rsidRDefault="0050386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</w:tr>
      <w:tr w:rsidR="0030395F" w:rsidRPr="009C54AE" w14:paraId="56B7B686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958AE" w14:textId="77777777" w:rsidR="0030395F" w:rsidRPr="009C54AE" w:rsidRDefault="0050386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2BD8C3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278A9C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FD2703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CE7B9A" w14:textId="77777777" w:rsidR="0030395F" w:rsidRPr="009C54AE" w:rsidRDefault="005A6EF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120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689C43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3F7D98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C22676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4A2242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1109F5" w14:textId="77777777" w:rsidR="0030395F" w:rsidRPr="009C54AE" w:rsidRDefault="0050386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</w:tr>
      <w:tr w:rsidR="00C26D11" w:rsidRPr="009C54AE" w14:paraId="4DF6FCF3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20732" w14:textId="77777777" w:rsidR="00C26D11" w:rsidRPr="007E19C8" w:rsidRDefault="00C26D11" w:rsidP="009C54AE">
            <w:pPr>
              <w:pStyle w:val="centralniewrubryce"/>
              <w:spacing w:before="0" w:after="0"/>
              <w:rPr>
                <w:rFonts w:ascii="Corbel" w:hAnsi="Corbel"/>
                <w:b/>
                <w:sz w:val="24"/>
                <w:szCs w:val="24"/>
              </w:rPr>
            </w:pPr>
            <w:r w:rsidRPr="007E19C8">
              <w:rPr>
                <w:rFonts w:ascii="Corbel" w:hAnsi="Corbel"/>
                <w:b/>
                <w:sz w:val="24"/>
                <w:szCs w:val="24"/>
              </w:rPr>
              <w:t>Razem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B052B" w14:textId="77777777" w:rsidR="00C26D11" w:rsidRPr="009C54AE" w:rsidRDefault="00C26D1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423411" w14:textId="77777777" w:rsidR="00C26D11" w:rsidRPr="009C54AE" w:rsidRDefault="00C26D1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D423CC" w14:textId="77777777" w:rsidR="00C26D11" w:rsidRPr="009C54AE" w:rsidRDefault="00C26D1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E4F15" w14:textId="77777777" w:rsidR="00C26D11" w:rsidRPr="007E19C8" w:rsidRDefault="00C26D11" w:rsidP="009C54AE">
            <w:pPr>
              <w:pStyle w:val="centralniewrubryce"/>
              <w:spacing w:before="0" w:after="0"/>
              <w:rPr>
                <w:rFonts w:ascii="Corbel" w:hAnsi="Corbel"/>
                <w:b/>
                <w:sz w:val="24"/>
                <w:szCs w:val="24"/>
              </w:rPr>
            </w:pPr>
            <w:r w:rsidRPr="007E19C8">
              <w:rPr>
                <w:rFonts w:ascii="Corbel" w:hAnsi="Corbel"/>
                <w:b/>
                <w:sz w:val="24"/>
                <w:szCs w:val="24"/>
              </w:rPr>
              <w:t>240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DCA9C7" w14:textId="77777777" w:rsidR="00C26D11" w:rsidRPr="009C54AE" w:rsidRDefault="00C26D1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6A0645" w14:textId="77777777" w:rsidR="00C26D11" w:rsidRPr="009C54AE" w:rsidRDefault="00C26D1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7F49C6" w14:textId="77777777" w:rsidR="00C26D11" w:rsidRPr="009C54AE" w:rsidRDefault="00C26D1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3E206C" w14:textId="77777777" w:rsidR="00C26D11" w:rsidRPr="009C54AE" w:rsidRDefault="00C26D1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6EB3DD" w14:textId="77777777" w:rsidR="00C26D11" w:rsidRPr="007E19C8" w:rsidRDefault="00C26D11" w:rsidP="009C54AE">
            <w:pPr>
              <w:pStyle w:val="centralniewrubryce"/>
              <w:spacing w:before="0" w:after="0"/>
              <w:rPr>
                <w:rFonts w:ascii="Corbel" w:hAnsi="Corbel"/>
                <w:b/>
                <w:sz w:val="24"/>
                <w:szCs w:val="24"/>
              </w:rPr>
            </w:pPr>
            <w:r w:rsidRPr="007E19C8">
              <w:rPr>
                <w:rFonts w:ascii="Corbel" w:hAnsi="Corbel"/>
                <w:b/>
                <w:sz w:val="24"/>
                <w:szCs w:val="24"/>
              </w:rPr>
              <w:t>12</w:t>
            </w:r>
          </w:p>
        </w:tc>
      </w:tr>
    </w:tbl>
    <w:p w14:paraId="1752E40D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2037E2B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B0C2158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5B68121F" w14:textId="77777777" w:rsidR="0085747A" w:rsidRPr="009C54AE" w:rsidRDefault="00846004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846004">
        <w:rPr>
          <w:rFonts w:ascii="MS Gothic" w:eastAsia="MS Gothic" w:hAnsi="MS Gothic" w:cs="MS Gothic" w:hint="eastAsia"/>
          <w:bCs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428C1158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12822DE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7276443" w14:textId="77777777" w:rsidR="000F47B0" w:rsidRDefault="00E22FBC" w:rsidP="000F47B0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Cs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</w:t>
      </w:r>
      <w:r w:rsidR="00780E77">
        <w:rPr>
          <w:rFonts w:ascii="Corbel" w:hAnsi="Corbel"/>
          <w:smallCaps w:val="0"/>
          <w:szCs w:val="24"/>
        </w:rPr>
        <w:br/>
      </w:r>
    </w:p>
    <w:p w14:paraId="2D3E2F6A" w14:textId="77777777" w:rsidR="009C54AE" w:rsidRPr="004D2AC0" w:rsidRDefault="000F47B0" w:rsidP="000F47B0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color w:val="FF0000"/>
          <w:szCs w:val="24"/>
        </w:rPr>
      </w:pPr>
      <w:r>
        <w:rPr>
          <w:rFonts w:ascii="Corbel" w:hAnsi="Corbel"/>
          <w:bCs/>
          <w:smallCaps w:val="0"/>
          <w:szCs w:val="24"/>
        </w:rPr>
        <w:lastRenderedPageBreak/>
        <w:t xml:space="preserve">          </w:t>
      </w:r>
      <w:r w:rsidR="007E19C8" w:rsidRPr="007E19C8">
        <w:rPr>
          <w:rFonts w:ascii="Corbel" w:hAnsi="Corbel"/>
          <w:bCs/>
          <w:smallCaps w:val="0"/>
          <w:szCs w:val="24"/>
        </w:rPr>
        <w:t>S</w:t>
      </w:r>
      <w:r w:rsidR="00780E77" w:rsidRPr="007E19C8">
        <w:rPr>
          <w:rFonts w:ascii="Corbel" w:hAnsi="Corbel"/>
          <w:bCs/>
          <w:smallCaps w:val="0"/>
          <w:szCs w:val="24"/>
        </w:rPr>
        <w:t>emestr</w:t>
      </w:r>
      <w:r w:rsidR="007E19C8" w:rsidRPr="007E19C8">
        <w:rPr>
          <w:rFonts w:ascii="Corbel" w:hAnsi="Corbel"/>
          <w:bCs/>
          <w:smallCaps w:val="0"/>
          <w:szCs w:val="24"/>
        </w:rPr>
        <w:t>y: 1, 2  – zaliczenie z oceną</w:t>
      </w:r>
      <w:r w:rsidR="007E19C8" w:rsidRPr="007E19C8">
        <w:rPr>
          <w:rFonts w:ascii="Corbel" w:hAnsi="Corbel"/>
          <w:bCs/>
          <w:smallCaps w:val="0"/>
          <w:szCs w:val="24"/>
        </w:rPr>
        <w:br/>
      </w:r>
      <w:r>
        <w:rPr>
          <w:rFonts w:ascii="Corbel" w:hAnsi="Corbel"/>
          <w:bCs/>
          <w:smallCaps w:val="0"/>
          <w:szCs w:val="24"/>
        </w:rPr>
        <w:t xml:space="preserve"> </w:t>
      </w:r>
    </w:p>
    <w:p w14:paraId="45ADBD84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54C39C9" w14:textId="77777777" w:rsidR="005974C1" w:rsidRDefault="005974C1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8519CC6" w14:textId="77777777" w:rsidR="00A276A3" w:rsidRDefault="00A276A3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DF84014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A39D30B" w14:textId="77777777" w:rsidTr="00745302">
        <w:tc>
          <w:tcPr>
            <w:tcW w:w="9670" w:type="dxa"/>
          </w:tcPr>
          <w:p w14:paraId="37BF2B8A" w14:textId="77777777" w:rsidR="0085747A" w:rsidRPr="009C54AE" w:rsidRDefault="005974C1" w:rsidP="005974C1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974C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posiada zdolność realizacji własnych prac plastycznych i dobiera odpowiednie środki wyrazu oraz</w:t>
            </w:r>
            <w:r w:rsidR="00A12B8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5974C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definiuje rodzaje i rozpoznaje podstawowe właściwości materiałów malarskich. Ponadto winien posiadać</w:t>
            </w:r>
            <w:r w:rsidR="00A12B8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5974C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podstawową wiedzę w zakresie historii sztuki, orientować się w najważniejszych dziedzinach</w:t>
            </w:r>
            <w:r w:rsidR="00A12B8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5974C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współczesnej kultury oraz mieć potrzebę wyrażania się poprzez formy plastyczne. Ponadto powinien</w:t>
            </w:r>
            <w:r w:rsidR="00A12B8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5974C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wykazywać zdolności manualno-plastyczne oraz wrażliwość na walory rysunkowo-malarskie.</w:t>
            </w:r>
          </w:p>
          <w:p w14:paraId="3BF612BE" w14:textId="77777777" w:rsidR="0085747A" w:rsidRPr="009C54AE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47624CE6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12CEFB8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53F5295A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F4054C8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2017CDB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115AF5F1" w14:textId="77777777" w:rsidTr="00923D7D">
        <w:tc>
          <w:tcPr>
            <w:tcW w:w="851" w:type="dxa"/>
            <w:vAlign w:val="center"/>
          </w:tcPr>
          <w:p w14:paraId="6E1FD5AB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5654E17A" w14:textId="77777777" w:rsidR="0085747A" w:rsidRPr="009C54AE" w:rsidRDefault="00413ED6" w:rsidP="00413ED6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413ED6">
              <w:rPr>
                <w:rFonts w:ascii="Corbel" w:hAnsi="Corbel"/>
                <w:b w:val="0"/>
                <w:sz w:val="24"/>
                <w:szCs w:val="24"/>
              </w:rPr>
              <w:t>Podstawowym celem realizacji programu pracowni na tym etapie kształcenia jest rozwój</w:t>
            </w:r>
            <w:r w:rsidR="00FF5FAC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413ED6">
              <w:rPr>
                <w:rFonts w:ascii="Corbel" w:hAnsi="Corbel"/>
                <w:b w:val="0"/>
                <w:sz w:val="24"/>
                <w:szCs w:val="24"/>
              </w:rPr>
              <w:t>wrażliwości na walory malarskie – kolorystyczne, luministyczne – jak też podniesienie umiejętności</w:t>
            </w:r>
            <w:r w:rsidR="00FF5FAC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413ED6">
              <w:rPr>
                <w:rFonts w:ascii="Corbel" w:hAnsi="Corbel"/>
                <w:b w:val="0"/>
                <w:sz w:val="24"/>
                <w:szCs w:val="24"/>
              </w:rPr>
              <w:t>warsztatowych studenta.</w:t>
            </w:r>
          </w:p>
        </w:tc>
      </w:tr>
      <w:tr w:rsidR="0085747A" w:rsidRPr="009C54AE" w14:paraId="0BEDBE59" w14:textId="77777777" w:rsidTr="00923D7D">
        <w:tc>
          <w:tcPr>
            <w:tcW w:w="851" w:type="dxa"/>
            <w:vAlign w:val="center"/>
          </w:tcPr>
          <w:p w14:paraId="6999D240" w14:textId="77777777" w:rsidR="0085747A" w:rsidRPr="009C54AE" w:rsidRDefault="000C4DF3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4D23C7D4" w14:textId="77777777" w:rsidR="00CE5A1B" w:rsidRPr="00CE5A1B" w:rsidRDefault="00CE5A1B" w:rsidP="00CE5A1B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CE5A1B">
              <w:rPr>
                <w:rFonts w:ascii="Corbel" w:hAnsi="Corbel"/>
                <w:b w:val="0"/>
                <w:sz w:val="24"/>
                <w:szCs w:val="24"/>
              </w:rPr>
              <w:t>Pobudzenie zmysłu obserwacji, analizowania danych wzrokowych i transpozycja ich na</w:t>
            </w:r>
          </w:p>
          <w:p w14:paraId="70B5DD0A" w14:textId="77777777" w:rsidR="0085747A" w:rsidRPr="009C54AE" w:rsidRDefault="00CE5A1B" w:rsidP="00CE5A1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E5A1B">
              <w:rPr>
                <w:rFonts w:ascii="Corbel" w:hAnsi="Corbel"/>
                <w:b w:val="0"/>
                <w:sz w:val="24"/>
                <w:szCs w:val="24"/>
              </w:rPr>
              <w:t>dwumiarową płaszczyznę obrazu.</w:t>
            </w:r>
          </w:p>
        </w:tc>
      </w:tr>
      <w:tr w:rsidR="0085747A" w:rsidRPr="009C54AE" w14:paraId="07A5E549" w14:textId="77777777" w:rsidTr="00923D7D">
        <w:tc>
          <w:tcPr>
            <w:tcW w:w="851" w:type="dxa"/>
            <w:vAlign w:val="center"/>
          </w:tcPr>
          <w:p w14:paraId="3AAC1D98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CE5A1B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77F83212" w14:textId="77777777" w:rsidR="0085747A" w:rsidRPr="009C54AE" w:rsidRDefault="00CE5A1B" w:rsidP="00CE5A1B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CE5A1B">
              <w:rPr>
                <w:rFonts w:ascii="Corbel" w:hAnsi="Corbel"/>
                <w:b w:val="0"/>
                <w:sz w:val="24"/>
                <w:szCs w:val="24"/>
              </w:rPr>
              <w:t>Poznanie i rozwój warsztatu malarskiego. Nabycie umiejętności kształtowania malatury, jako</w:t>
            </w:r>
            <w:r w:rsidR="00FF5FAC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CE5A1B">
              <w:rPr>
                <w:rFonts w:ascii="Corbel" w:hAnsi="Corbel"/>
                <w:b w:val="0"/>
                <w:sz w:val="24"/>
                <w:szCs w:val="24"/>
              </w:rPr>
              <w:t>nośnika ekspresji artystycznej.</w:t>
            </w:r>
          </w:p>
        </w:tc>
      </w:tr>
      <w:tr w:rsidR="007372DE" w:rsidRPr="009C54AE" w14:paraId="4FBB1C52" w14:textId="77777777" w:rsidTr="00923D7D">
        <w:tc>
          <w:tcPr>
            <w:tcW w:w="851" w:type="dxa"/>
            <w:vAlign w:val="center"/>
          </w:tcPr>
          <w:p w14:paraId="0259E808" w14:textId="77777777" w:rsidR="007372DE" w:rsidRPr="009C54AE" w:rsidRDefault="007372D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4E272B76" w14:textId="77777777" w:rsidR="007372DE" w:rsidRPr="00CE5A1B" w:rsidRDefault="007372DE" w:rsidP="007372DE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7372DE">
              <w:rPr>
                <w:rFonts w:ascii="Corbel" w:hAnsi="Corbel"/>
                <w:b w:val="0"/>
                <w:sz w:val="24"/>
                <w:szCs w:val="24"/>
              </w:rPr>
              <w:t>Poznanie zależności kolorów, wzajemnego oddziaływania barw i ich wpływu na recepcję kształtu</w:t>
            </w:r>
            <w:r w:rsidR="00FF5FAC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7372DE">
              <w:rPr>
                <w:rFonts w:ascii="Corbel" w:hAnsi="Corbel"/>
                <w:b w:val="0"/>
                <w:sz w:val="24"/>
                <w:szCs w:val="24"/>
              </w:rPr>
              <w:t>obiektów. Praktyczne wykorzystywanie w twórczości chromatyki malarskiej jako środka ekspresji.</w:t>
            </w:r>
          </w:p>
        </w:tc>
      </w:tr>
      <w:tr w:rsidR="007372DE" w:rsidRPr="009C54AE" w14:paraId="1B2AC7C0" w14:textId="77777777" w:rsidTr="00923D7D">
        <w:tc>
          <w:tcPr>
            <w:tcW w:w="851" w:type="dxa"/>
            <w:vAlign w:val="center"/>
          </w:tcPr>
          <w:p w14:paraId="583A4716" w14:textId="77777777" w:rsidR="007372DE" w:rsidRDefault="007372D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14:paraId="4EC5F3E7" w14:textId="77777777" w:rsidR="007372DE" w:rsidRPr="007372DE" w:rsidRDefault="007372DE" w:rsidP="007372DE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7372DE">
              <w:rPr>
                <w:rFonts w:ascii="Corbel" w:hAnsi="Corbel"/>
                <w:b w:val="0"/>
                <w:sz w:val="24"/>
                <w:szCs w:val="24"/>
              </w:rPr>
              <w:t>Zrozumienie i praktyczne st</w:t>
            </w:r>
            <w:r w:rsidR="00EA5F94">
              <w:rPr>
                <w:rFonts w:ascii="Corbel" w:hAnsi="Corbel"/>
                <w:b w:val="0"/>
                <w:sz w:val="24"/>
                <w:szCs w:val="24"/>
              </w:rPr>
              <w:t>osowanie zasad kompozycji uwzglę</w:t>
            </w:r>
            <w:r w:rsidRPr="007372DE">
              <w:rPr>
                <w:rFonts w:ascii="Corbel" w:hAnsi="Corbel"/>
                <w:b w:val="0"/>
                <w:sz w:val="24"/>
                <w:szCs w:val="24"/>
              </w:rPr>
              <w:t>dniających zarówno strukturę</w:t>
            </w:r>
            <w:r w:rsidR="00EA5F94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7372DE">
              <w:rPr>
                <w:rFonts w:ascii="Corbel" w:hAnsi="Corbel"/>
                <w:b w:val="0"/>
                <w:sz w:val="24"/>
                <w:szCs w:val="24"/>
              </w:rPr>
              <w:t>podziału płaszczyzny podobrazia, jak i wzajemne dopełnianie się wszystkich środków formalno</w:t>
            </w:r>
            <w:r w:rsidR="00EA5F94">
              <w:rPr>
                <w:rFonts w:ascii="Corbel" w:hAnsi="Corbel"/>
                <w:b w:val="0"/>
                <w:sz w:val="24"/>
                <w:szCs w:val="24"/>
              </w:rPr>
              <w:t>-</w:t>
            </w:r>
            <w:r w:rsidRPr="007372DE">
              <w:rPr>
                <w:rFonts w:ascii="Corbel" w:hAnsi="Corbel"/>
                <w:b w:val="0"/>
                <w:sz w:val="24"/>
                <w:szCs w:val="24"/>
              </w:rPr>
              <w:t>wyrazowych.</w:t>
            </w:r>
          </w:p>
        </w:tc>
      </w:tr>
      <w:tr w:rsidR="005C40F1" w:rsidRPr="009C54AE" w14:paraId="20B61DB9" w14:textId="77777777" w:rsidTr="00923D7D">
        <w:tc>
          <w:tcPr>
            <w:tcW w:w="851" w:type="dxa"/>
            <w:vAlign w:val="center"/>
          </w:tcPr>
          <w:p w14:paraId="533DDAA1" w14:textId="77777777" w:rsidR="005C40F1" w:rsidRDefault="005C40F1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C6</w:t>
            </w:r>
          </w:p>
        </w:tc>
        <w:tc>
          <w:tcPr>
            <w:tcW w:w="8819" w:type="dxa"/>
            <w:vAlign w:val="center"/>
          </w:tcPr>
          <w:p w14:paraId="06F93014" w14:textId="77777777" w:rsidR="005C40F1" w:rsidRPr="007372DE" w:rsidRDefault="005C40F1" w:rsidP="007372DE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5C40F1">
              <w:rPr>
                <w:rFonts w:ascii="Corbel" w:hAnsi="Corbel"/>
                <w:b w:val="0"/>
                <w:sz w:val="24"/>
                <w:szCs w:val="24"/>
              </w:rPr>
              <w:t>Wykształcenie indywidualnego języka artystyczno-ekspresyjnego.</w:t>
            </w:r>
          </w:p>
        </w:tc>
      </w:tr>
    </w:tbl>
    <w:p w14:paraId="059F0D5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1D06361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72815BB9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9C54AE" w14:paraId="657F6724" w14:textId="77777777" w:rsidTr="0071620A">
        <w:tc>
          <w:tcPr>
            <w:tcW w:w="1701" w:type="dxa"/>
            <w:vAlign w:val="center"/>
          </w:tcPr>
          <w:p w14:paraId="67A8C01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4FDE242C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181E8274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6A550A8D" w14:textId="77777777" w:rsidTr="005E6E85">
        <w:tc>
          <w:tcPr>
            <w:tcW w:w="1701" w:type="dxa"/>
          </w:tcPr>
          <w:p w14:paraId="63A4C97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43D19799" w14:textId="77777777" w:rsidR="0085747A" w:rsidRPr="009C54AE" w:rsidRDefault="006B57D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Rozróżnia podstawowe techniki malarstwa sztalugowego oraz charakteryzuje ich </w:t>
            </w:r>
            <w:r w:rsidR="00576BFC">
              <w:rPr>
                <w:rFonts w:ascii="Corbel" w:hAnsi="Corbel"/>
                <w:b w:val="0"/>
                <w:smallCaps w:val="0"/>
                <w:szCs w:val="24"/>
              </w:rPr>
              <w:t>walory, potrafi praktycznie je stosować w swoich pracach.</w:t>
            </w:r>
          </w:p>
        </w:tc>
        <w:tc>
          <w:tcPr>
            <w:tcW w:w="1873" w:type="dxa"/>
          </w:tcPr>
          <w:p w14:paraId="5AB1995A" w14:textId="77777777" w:rsidR="0085747A" w:rsidRPr="009C54AE" w:rsidRDefault="006B57D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85747A" w:rsidRPr="009C54AE" w14:paraId="6029034F" w14:textId="77777777" w:rsidTr="005E6E85">
        <w:tc>
          <w:tcPr>
            <w:tcW w:w="1701" w:type="dxa"/>
          </w:tcPr>
          <w:p w14:paraId="5B82C2E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427BDF2D" w14:textId="77777777" w:rsidR="0085747A" w:rsidRPr="009C54AE" w:rsidRDefault="00576BF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Zna i rozumie zasady kompozycji plastycznej na płaszczyźnie i prawa decydujące o sposobach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postrzegania otaczającej rzeczywistości oraz potrafi zastosować tą wiedze praktycznie.</w:t>
            </w:r>
          </w:p>
        </w:tc>
        <w:tc>
          <w:tcPr>
            <w:tcW w:w="1873" w:type="dxa"/>
          </w:tcPr>
          <w:p w14:paraId="252D9139" w14:textId="77777777" w:rsidR="0085747A" w:rsidRPr="009C54AE" w:rsidRDefault="00576BF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K_W02</w:t>
            </w:r>
          </w:p>
        </w:tc>
      </w:tr>
      <w:tr w:rsidR="0085747A" w:rsidRPr="009C54AE" w14:paraId="540B1DE2" w14:textId="77777777" w:rsidTr="005E6E85">
        <w:tc>
          <w:tcPr>
            <w:tcW w:w="1701" w:type="dxa"/>
          </w:tcPr>
          <w:p w14:paraId="2070D21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576BFC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23391892" w14:textId="77777777" w:rsidR="0085747A" w:rsidRPr="009C54AE" w:rsidRDefault="00576BF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sprawnie posługiwać się tradycyjnymi i współczesnymi technikami malarskimi, które umiejętnie stosuje podczas pracy twórczej. </w:t>
            </w:r>
          </w:p>
        </w:tc>
        <w:tc>
          <w:tcPr>
            <w:tcW w:w="1873" w:type="dxa"/>
          </w:tcPr>
          <w:p w14:paraId="60706CCF" w14:textId="77777777" w:rsidR="0085747A" w:rsidRPr="009C54AE" w:rsidRDefault="00576BF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576BFC" w:rsidRPr="009C54AE" w14:paraId="07665FE3" w14:textId="77777777" w:rsidTr="005E6E85">
        <w:tc>
          <w:tcPr>
            <w:tcW w:w="1701" w:type="dxa"/>
          </w:tcPr>
          <w:p w14:paraId="49865B64" w14:textId="77777777" w:rsidR="00576BFC" w:rsidRPr="009C54AE" w:rsidRDefault="00576BF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426CE192" w14:textId="77777777" w:rsidR="00576BFC" w:rsidRDefault="00576BF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Posiada umiejętność samodzielnego dobierania materiałów technologicznych i prawidłowego ich wykorzystania na każdym etapie tworzenia dzieła plastycznego.</w:t>
            </w:r>
          </w:p>
        </w:tc>
        <w:tc>
          <w:tcPr>
            <w:tcW w:w="1873" w:type="dxa"/>
          </w:tcPr>
          <w:p w14:paraId="66167A80" w14:textId="77777777" w:rsidR="00576BFC" w:rsidRDefault="00576BF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</w:tc>
      </w:tr>
      <w:tr w:rsidR="00576BFC" w:rsidRPr="009C54AE" w14:paraId="621E31E6" w14:textId="77777777" w:rsidTr="005E6E85">
        <w:tc>
          <w:tcPr>
            <w:tcW w:w="1701" w:type="dxa"/>
          </w:tcPr>
          <w:p w14:paraId="7D7943B4" w14:textId="77777777" w:rsidR="00576BFC" w:rsidRDefault="00576BF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30275218" w14:textId="77777777" w:rsidR="00576BFC" w:rsidRDefault="008F14F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 realizować zadania malarskie wykorzystując swój potencjał osobowości artystycznej w takim stopniu, by jego prace wyrażały koncepcje i idee.</w:t>
            </w:r>
          </w:p>
        </w:tc>
        <w:tc>
          <w:tcPr>
            <w:tcW w:w="1873" w:type="dxa"/>
          </w:tcPr>
          <w:p w14:paraId="6F852660" w14:textId="77777777" w:rsidR="00576BFC" w:rsidRDefault="008F14F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</w:tc>
      </w:tr>
      <w:tr w:rsidR="00576BFC" w:rsidRPr="009C54AE" w14:paraId="3CBB4D7E" w14:textId="77777777" w:rsidTr="005E6E85">
        <w:tc>
          <w:tcPr>
            <w:tcW w:w="1701" w:type="dxa"/>
          </w:tcPr>
          <w:p w14:paraId="3B6D3CAA" w14:textId="77777777" w:rsidR="00576BFC" w:rsidRDefault="008F14F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14:paraId="68BD261D" w14:textId="77777777" w:rsidR="00576BFC" w:rsidRDefault="008F14F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 posługiwać się własnym językiem artystyczno-  ekspresyjnym w związku z dostrzeganymi kontekstami, tak by wykonać dzieło plastyczne na jak najwyższym poziomie artystycznym.</w:t>
            </w:r>
          </w:p>
        </w:tc>
        <w:tc>
          <w:tcPr>
            <w:tcW w:w="1873" w:type="dxa"/>
          </w:tcPr>
          <w:p w14:paraId="3B6C1701" w14:textId="77777777" w:rsidR="00576BFC" w:rsidRDefault="008F14F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</w:tc>
      </w:tr>
      <w:tr w:rsidR="008F14F7" w:rsidRPr="009C54AE" w14:paraId="3A877B5E" w14:textId="77777777" w:rsidTr="005E6E85">
        <w:tc>
          <w:tcPr>
            <w:tcW w:w="1701" w:type="dxa"/>
          </w:tcPr>
          <w:p w14:paraId="7898A33A" w14:textId="77777777" w:rsidR="008F14F7" w:rsidRDefault="008F14F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14:paraId="12BADAB7" w14:textId="77777777" w:rsidR="008F14F7" w:rsidRDefault="008F14F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Krytycznie odnosi się do poziomu własnych umiejętności warsztatowych, wykazuje kreatywność oraz gotowość wyciągania wniosków i podejmowania nowych wyzwań twórczych.</w:t>
            </w:r>
          </w:p>
        </w:tc>
        <w:tc>
          <w:tcPr>
            <w:tcW w:w="1873" w:type="dxa"/>
          </w:tcPr>
          <w:p w14:paraId="25654EA9" w14:textId="77777777" w:rsidR="008F14F7" w:rsidRDefault="008F14F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K_Ko5</w:t>
            </w:r>
          </w:p>
        </w:tc>
      </w:tr>
      <w:tr w:rsidR="008F14F7" w:rsidRPr="009C54AE" w14:paraId="5C4B40F0" w14:textId="77777777" w:rsidTr="005E6E85">
        <w:tc>
          <w:tcPr>
            <w:tcW w:w="1701" w:type="dxa"/>
          </w:tcPr>
          <w:p w14:paraId="7A94940B" w14:textId="77777777" w:rsidR="008F14F7" w:rsidRDefault="007E39F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6096" w:type="dxa"/>
          </w:tcPr>
          <w:p w14:paraId="31007477" w14:textId="77777777" w:rsidR="008F14F7" w:rsidRDefault="007E39F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Jest świadomy własnej niedoskonałości i potrafi porównywać swoje dokonania twórcze do innych oraz przyjmować uwagi i opinie.</w:t>
            </w:r>
          </w:p>
        </w:tc>
        <w:tc>
          <w:tcPr>
            <w:tcW w:w="1873" w:type="dxa"/>
          </w:tcPr>
          <w:p w14:paraId="7980C67A" w14:textId="77777777" w:rsidR="008F14F7" w:rsidRDefault="007E39F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K_K06</w:t>
            </w:r>
          </w:p>
        </w:tc>
      </w:tr>
      <w:tr w:rsidR="00331875" w:rsidRPr="009C54AE" w14:paraId="00594CCC" w14:textId="77777777" w:rsidTr="005E6E85">
        <w:tc>
          <w:tcPr>
            <w:tcW w:w="1701" w:type="dxa"/>
          </w:tcPr>
          <w:p w14:paraId="4E071286" w14:textId="77777777" w:rsidR="00331875" w:rsidRDefault="0033187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6096" w:type="dxa"/>
          </w:tcPr>
          <w:p w14:paraId="005E88A2" w14:textId="77777777" w:rsidR="00331875" w:rsidRDefault="0033187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Jest świadomy potrzeby nieustannego pogłębiania swojej wiedzy i umiejętności, własną postawą twórczą zaangażowaniem i inicjatywą motywuje innych do działania.</w:t>
            </w:r>
          </w:p>
        </w:tc>
        <w:tc>
          <w:tcPr>
            <w:tcW w:w="1873" w:type="dxa"/>
          </w:tcPr>
          <w:p w14:paraId="45AC5C2F" w14:textId="77777777" w:rsidR="00331875" w:rsidRDefault="0033187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K_K07</w:t>
            </w:r>
          </w:p>
        </w:tc>
      </w:tr>
    </w:tbl>
    <w:p w14:paraId="7CE3E82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E4EFDC9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476ADE69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9E34C8A" w14:textId="77777777" w:rsidR="00675843" w:rsidRPr="00BB72A9" w:rsidRDefault="00BB72A9" w:rsidP="00BB72A9">
      <w:pPr>
        <w:pStyle w:val="Akapitzlist"/>
        <w:spacing w:after="120" w:line="240" w:lineRule="auto"/>
        <w:ind w:left="1080"/>
        <w:rPr>
          <w:rFonts w:ascii="Corbel" w:hAnsi="Corbel"/>
          <w:sz w:val="24"/>
          <w:szCs w:val="24"/>
          <w:u w:val="single"/>
        </w:rPr>
      </w:pPr>
      <w:r>
        <w:rPr>
          <w:rFonts w:ascii="Corbel" w:hAnsi="Corbel"/>
          <w:sz w:val="24"/>
          <w:szCs w:val="24"/>
        </w:rPr>
        <w:br/>
      </w:r>
      <w:r w:rsidR="00840514">
        <w:rPr>
          <w:rFonts w:ascii="Corbel" w:hAnsi="Corbel"/>
          <w:sz w:val="24"/>
          <w:szCs w:val="24"/>
          <w:u w:val="single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C551B92" w14:textId="77777777" w:rsidTr="00923D7D">
        <w:tc>
          <w:tcPr>
            <w:tcW w:w="9639" w:type="dxa"/>
          </w:tcPr>
          <w:p w14:paraId="4FFC47A3" w14:textId="77777777" w:rsidR="0085747A" w:rsidRPr="00B676CC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B676CC">
              <w:rPr>
                <w:rFonts w:ascii="Corbel" w:hAnsi="Corbel"/>
                <w:b/>
                <w:bCs/>
                <w:sz w:val="24"/>
                <w:szCs w:val="24"/>
              </w:rPr>
              <w:t>Treści merytoryczne</w:t>
            </w:r>
          </w:p>
        </w:tc>
      </w:tr>
      <w:tr w:rsidR="0085747A" w:rsidRPr="009C54AE" w14:paraId="565497FB" w14:textId="77777777" w:rsidTr="00923D7D">
        <w:tc>
          <w:tcPr>
            <w:tcW w:w="9639" w:type="dxa"/>
          </w:tcPr>
          <w:p w14:paraId="080F8456" w14:textId="77777777" w:rsidR="0085747A" w:rsidRPr="009C54AE" w:rsidRDefault="00840514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Nie dotyczy</w:t>
            </w:r>
          </w:p>
        </w:tc>
      </w:tr>
      <w:tr w:rsidR="0085747A" w:rsidRPr="009C54AE" w14:paraId="5E9685FD" w14:textId="77777777" w:rsidTr="00923D7D">
        <w:tc>
          <w:tcPr>
            <w:tcW w:w="9639" w:type="dxa"/>
          </w:tcPr>
          <w:p w14:paraId="06574FA1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14:paraId="275E7F3B" w14:textId="77777777" w:rsidTr="00923D7D">
        <w:tc>
          <w:tcPr>
            <w:tcW w:w="9639" w:type="dxa"/>
          </w:tcPr>
          <w:p w14:paraId="4F9F2515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6F43C3C9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5BAEF8E" w14:textId="77777777" w:rsidR="0085747A" w:rsidRPr="009C54AE" w:rsidRDefault="00CF6B5B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Problematyka ćwiczeń</w:t>
      </w:r>
      <w:r w:rsidRPr="00CF6B5B">
        <w:rPr>
          <w:color w:val="000000"/>
          <w:sz w:val="24"/>
          <w:szCs w:val="24"/>
        </w:rPr>
        <w:t xml:space="preserve">, </w:t>
      </w:r>
      <w:r w:rsidRPr="00CF6B5B">
        <w:rPr>
          <w:rFonts w:ascii="Corbel" w:hAnsi="Corbel"/>
          <w:color w:val="000000"/>
          <w:sz w:val="24"/>
          <w:szCs w:val="24"/>
        </w:rPr>
        <w:t>konwersatoriów, laboratoriów, zajęć praktycznych</w:t>
      </w:r>
    </w:p>
    <w:p w14:paraId="3F84E60A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7308473" w14:textId="77777777" w:rsidTr="00923D7D">
        <w:tc>
          <w:tcPr>
            <w:tcW w:w="9639" w:type="dxa"/>
          </w:tcPr>
          <w:p w14:paraId="6879E419" w14:textId="77777777" w:rsidR="0085747A" w:rsidRPr="00B676CC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B676CC">
              <w:rPr>
                <w:rFonts w:ascii="Corbel" w:hAnsi="Corbel"/>
                <w:b/>
                <w:bCs/>
                <w:sz w:val="24"/>
                <w:szCs w:val="24"/>
              </w:rPr>
              <w:t>Treści merytoryczne</w:t>
            </w:r>
          </w:p>
        </w:tc>
      </w:tr>
      <w:tr w:rsidR="0085747A" w:rsidRPr="009C54AE" w14:paraId="7DB62FD6" w14:textId="77777777" w:rsidTr="00923D7D">
        <w:tc>
          <w:tcPr>
            <w:tcW w:w="9639" w:type="dxa"/>
          </w:tcPr>
          <w:p w14:paraId="0B5602CD" w14:textId="77777777" w:rsidR="0085747A" w:rsidRPr="009C54AE" w:rsidRDefault="00BB72A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Studium martwej natury - gama monochromatyczna.</w:t>
            </w:r>
          </w:p>
        </w:tc>
      </w:tr>
      <w:tr w:rsidR="0085747A" w:rsidRPr="009C54AE" w14:paraId="6F785962" w14:textId="77777777" w:rsidTr="00923D7D">
        <w:tc>
          <w:tcPr>
            <w:tcW w:w="9639" w:type="dxa"/>
          </w:tcPr>
          <w:p w14:paraId="51561BE1" w14:textId="77777777" w:rsidR="0085747A" w:rsidRPr="009C54AE" w:rsidRDefault="00BB72A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Studium martwej natury z dominantami konkurencyjnymi względem siebie </w:t>
            </w:r>
          </w:p>
        </w:tc>
      </w:tr>
      <w:tr w:rsidR="0085747A" w:rsidRPr="009C54AE" w14:paraId="52A9EFB9" w14:textId="77777777" w:rsidTr="00923D7D">
        <w:tc>
          <w:tcPr>
            <w:tcW w:w="9639" w:type="dxa"/>
          </w:tcPr>
          <w:p w14:paraId="7709EBDA" w14:textId="77777777" w:rsidR="0085747A" w:rsidRPr="009C54AE" w:rsidRDefault="00BB72A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Studium martwej natury w barwach lokalnych – duże zróżnicowanie przedmiotów pod względem kształtów i kolorów</w:t>
            </w:r>
          </w:p>
        </w:tc>
      </w:tr>
      <w:tr w:rsidR="00BB72A9" w:rsidRPr="009C54AE" w14:paraId="2D35A3C1" w14:textId="77777777" w:rsidTr="00923D7D">
        <w:tc>
          <w:tcPr>
            <w:tcW w:w="9639" w:type="dxa"/>
          </w:tcPr>
          <w:p w14:paraId="5C5E6AD7" w14:textId="77777777" w:rsidR="00BB72A9" w:rsidRDefault="00BB227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Studium martwej natury z jedną dominantą kolorystyczną</w:t>
            </w:r>
          </w:p>
        </w:tc>
      </w:tr>
      <w:tr w:rsidR="00BB227E" w:rsidRPr="009C54AE" w14:paraId="62B6A6CF" w14:textId="77777777" w:rsidTr="00923D7D">
        <w:tc>
          <w:tcPr>
            <w:tcW w:w="9639" w:type="dxa"/>
          </w:tcPr>
          <w:p w14:paraId="7DD8014B" w14:textId="77777777" w:rsidR="00BB227E" w:rsidRDefault="00BB227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Studium martwej natury </w:t>
            </w:r>
            <w:r w:rsidR="00FE7964">
              <w:rPr>
                <w:rFonts w:ascii="Corbel" w:hAnsi="Corbel"/>
                <w:sz w:val="24"/>
                <w:szCs w:val="24"/>
              </w:rPr>
              <w:t>– analiza układów przedmiotów i draperii oraz ich zależności chromatyczno-luministycznych</w:t>
            </w:r>
          </w:p>
        </w:tc>
      </w:tr>
      <w:tr w:rsidR="00FE7964" w:rsidRPr="009C54AE" w14:paraId="3569F821" w14:textId="77777777" w:rsidTr="00923D7D">
        <w:tc>
          <w:tcPr>
            <w:tcW w:w="9639" w:type="dxa"/>
          </w:tcPr>
          <w:p w14:paraId="142A4A1D" w14:textId="77777777" w:rsidR="00FE7964" w:rsidRDefault="00FE796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Studium aktu i portretu</w:t>
            </w:r>
          </w:p>
        </w:tc>
      </w:tr>
      <w:tr w:rsidR="00FE7964" w:rsidRPr="009C54AE" w14:paraId="45177B78" w14:textId="77777777" w:rsidTr="00923D7D">
        <w:tc>
          <w:tcPr>
            <w:tcW w:w="9639" w:type="dxa"/>
          </w:tcPr>
          <w:p w14:paraId="3D60C94E" w14:textId="77777777" w:rsidR="00FE7964" w:rsidRDefault="00FE796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Studium przestrzeni wnętrza architektonicznego – układ prostych form geometrycznych, perspektywa wykreślna i modelunek światłocieniowy brył obiektów.</w:t>
            </w:r>
          </w:p>
        </w:tc>
      </w:tr>
    </w:tbl>
    <w:p w14:paraId="634466F6" w14:textId="77777777" w:rsidR="004E1B4F" w:rsidRDefault="004E1B4F" w:rsidP="004E1B4F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22ECA27" w14:textId="77777777" w:rsidR="0085747A" w:rsidRPr="009C54AE" w:rsidRDefault="009F4610" w:rsidP="004E1B4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680E0B6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DD7D144" w14:textId="77777777" w:rsidR="0085747A" w:rsidRPr="004E1B4F" w:rsidRDefault="00153C41" w:rsidP="009C54AE">
      <w:pPr>
        <w:pStyle w:val="Punktygwne"/>
        <w:spacing w:before="0" w:after="0"/>
        <w:jc w:val="both"/>
        <w:rPr>
          <w:rFonts w:ascii="Corbel" w:hAnsi="Corbel"/>
          <w:i/>
          <w:smallCaps w:val="0"/>
          <w:szCs w:val="24"/>
        </w:rPr>
      </w:pPr>
      <w:r w:rsidRPr="004E1B4F">
        <w:rPr>
          <w:rFonts w:ascii="Corbel" w:hAnsi="Corbel"/>
          <w:i/>
          <w:smallCaps w:val="0"/>
          <w:szCs w:val="24"/>
        </w:rPr>
        <w:t xml:space="preserve">Laboratorium: </w:t>
      </w:r>
      <w:r w:rsidR="003A15D8" w:rsidRPr="004E1B4F">
        <w:rPr>
          <w:rFonts w:ascii="Corbel" w:hAnsi="Corbel"/>
          <w:i/>
          <w:smallCaps w:val="0"/>
          <w:szCs w:val="24"/>
        </w:rPr>
        <w:t xml:space="preserve">praktyczne </w:t>
      </w:r>
      <w:r w:rsidR="0085747A" w:rsidRPr="004E1B4F">
        <w:rPr>
          <w:rFonts w:ascii="Corbel" w:hAnsi="Corbel"/>
          <w:i/>
          <w:smallCaps w:val="0"/>
          <w:szCs w:val="24"/>
        </w:rPr>
        <w:t xml:space="preserve">wykonywanie </w:t>
      </w:r>
      <w:r w:rsidR="00F875A7" w:rsidRPr="004E1B4F">
        <w:rPr>
          <w:rFonts w:ascii="Corbel" w:hAnsi="Corbel"/>
          <w:i/>
          <w:smallCaps w:val="0"/>
          <w:szCs w:val="24"/>
        </w:rPr>
        <w:t xml:space="preserve">zadań tematycznych </w:t>
      </w:r>
    </w:p>
    <w:p w14:paraId="5B842B04" w14:textId="77777777" w:rsidR="0085747A" w:rsidRPr="004E1B4F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8732878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4E472A2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B0EB88B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7ECAAAE6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00B23E1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066C3EF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2053475D" w14:textId="77777777" w:rsidTr="00C05F44">
        <w:tc>
          <w:tcPr>
            <w:tcW w:w="1985" w:type="dxa"/>
            <w:vAlign w:val="center"/>
          </w:tcPr>
          <w:p w14:paraId="01B937FF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39A5DB1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2AD22C8A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5C03834C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0DD0DA4C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2C077A2C" w14:textId="77777777" w:rsidTr="00C05F44">
        <w:tc>
          <w:tcPr>
            <w:tcW w:w="1985" w:type="dxa"/>
          </w:tcPr>
          <w:p w14:paraId="35E585A4" w14:textId="77777777" w:rsidR="0085747A" w:rsidRPr="009C54AE" w:rsidRDefault="004603D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="0085747A"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4144A9AA" w14:textId="77777777" w:rsidR="0085747A" w:rsidRPr="009C54AE" w:rsidRDefault="00201788" w:rsidP="009C54AE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Realizacja zadanych ćwiczeń</w:t>
            </w:r>
            <w:r w:rsidR="007400BC">
              <w:rPr>
                <w:rFonts w:ascii="Corbel" w:hAnsi="Corbel"/>
                <w:b w:val="0"/>
                <w:szCs w:val="24"/>
              </w:rPr>
              <w:t>, przegląd prac</w:t>
            </w:r>
          </w:p>
        </w:tc>
        <w:tc>
          <w:tcPr>
            <w:tcW w:w="2126" w:type="dxa"/>
          </w:tcPr>
          <w:p w14:paraId="022DA45F" w14:textId="77777777" w:rsidR="0085747A" w:rsidRPr="009C54AE" w:rsidRDefault="00D27A2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Laboratorium</w:t>
            </w:r>
          </w:p>
        </w:tc>
      </w:tr>
      <w:tr w:rsidR="0085747A" w:rsidRPr="009C54AE" w14:paraId="28D4A258" w14:textId="77777777" w:rsidTr="00C05F44">
        <w:tc>
          <w:tcPr>
            <w:tcW w:w="1985" w:type="dxa"/>
          </w:tcPr>
          <w:p w14:paraId="35E6C38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</w:t>
            </w:r>
            <w:r w:rsidR="004603D6">
              <w:rPr>
                <w:rFonts w:ascii="Corbel" w:hAnsi="Corbel"/>
                <w:b w:val="0"/>
                <w:szCs w:val="24"/>
              </w:rPr>
              <w:t>K</w:t>
            </w:r>
            <w:r w:rsidRPr="009C54AE">
              <w:rPr>
                <w:rFonts w:ascii="Corbel" w:hAnsi="Corbel"/>
                <w:b w:val="0"/>
                <w:szCs w:val="24"/>
              </w:rPr>
              <w:t>_ 02</w:t>
            </w:r>
          </w:p>
        </w:tc>
        <w:tc>
          <w:tcPr>
            <w:tcW w:w="5528" w:type="dxa"/>
          </w:tcPr>
          <w:p w14:paraId="70E7DED8" w14:textId="77777777" w:rsidR="0085747A" w:rsidRPr="009C54AE" w:rsidRDefault="0020178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Realizacja zadanych ćwiczeń</w:t>
            </w:r>
            <w:r w:rsidR="007400BC">
              <w:rPr>
                <w:rFonts w:ascii="Corbel" w:hAnsi="Corbel"/>
                <w:b w:val="0"/>
                <w:szCs w:val="24"/>
              </w:rPr>
              <w:t>, przegląd prac</w:t>
            </w:r>
          </w:p>
        </w:tc>
        <w:tc>
          <w:tcPr>
            <w:tcW w:w="2126" w:type="dxa"/>
          </w:tcPr>
          <w:p w14:paraId="0A5CE548" w14:textId="77777777" w:rsidR="0085747A" w:rsidRPr="009C54AE" w:rsidRDefault="00D27A2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Laboratorium</w:t>
            </w:r>
          </w:p>
        </w:tc>
      </w:tr>
      <w:tr w:rsidR="004603D6" w:rsidRPr="009C54AE" w14:paraId="1E7024D4" w14:textId="77777777" w:rsidTr="00C05F44">
        <w:tc>
          <w:tcPr>
            <w:tcW w:w="1985" w:type="dxa"/>
          </w:tcPr>
          <w:p w14:paraId="0064E3BD" w14:textId="77777777" w:rsidR="004603D6" w:rsidRPr="009C54AE" w:rsidRDefault="004603D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39816E00" w14:textId="77777777" w:rsidR="004603D6" w:rsidRPr="009C54AE" w:rsidRDefault="0020178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analiza, dyskusja, obserwacja w trakcie zajęć</w:t>
            </w:r>
            <w:r w:rsidR="007400BC">
              <w:rPr>
                <w:rFonts w:ascii="Corbel" w:hAnsi="Corbel"/>
                <w:b w:val="0"/>
                <w:szCs w:val="24"/>
              </w:rPr>
              <w:t>, przegląd prac</w:t>
            </w:r>
          </w:p>
        </w:tc>
        <w:tc>
          <w:tcPr>
            <w:tcW w:w="2126" w:type="dxa"/>
          </w:tcPr>
          <w:p w14:paraId="3565D383" w14:textId="77777777" w:rsidR="004603D6" w:rsidRPr="009C54AE" w:rsidRDefault="00D27A2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Laboratorium</w:t>
            </w:r>
          </w:p>
        </w:tc>
      </w:tr>
      <w:tr w:rsidR="004603D6" w:rsidRPr="009C54AE" w14:paraId="40959850" w14:textId="77777777" w:rsidTr="00C05F44">
        <w:tc>
          <w:tcPr>
            <w:tcW w:w="1985" w:type="dxa"/>
          </w:tcPr>
          <w:p w14:paraId="4F41A37E" w14:textId="77777777" w:rsidR="004603D6" w:rsidRPr="009C54AE" w:rsidRDefault="004603D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242A07BF" w14:textId="77777777" w:rsidR="004603D6" w:rsidRPr="009C54AE" w:rsidRDefault="0020178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analiza, dyskusja, obserwacja w trakcie zajęć</w:t>
            </w:r>
            <w:r w:rsidR="007400BC">
              <w:rPr>
                <w:rFonts w:ascii="Corbel" w:hAnsi="Corbel"/>
                <w:b w:val="0"/>
                <w:szCs w:val="24"/>
              </w:rPr>
              <w:t>, przegląd prac</w:t>
            </w:r>
          </w:p>
        </w:tc>
        <w:tc>
          <w:tcPr>
            <w:tcW w:w="2126" w:type="dxa"/>
          </w:tcPr>
          <w:p w14:paraId="7B77DE3C" w14:textId="77777777" w:rsidR="004603D6" w:rsidRPr="009C54AE" w:rsidRDefault="00D27A2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Laboratorium</w:t>
            </w:r>
          </w:p>
        </w:tc>
      </w:tr>
      <w:tr w:rsidR="004603D6" w:rsidRPr="009C54AE" w14:paraId="08C44557" w14:textId="77777777" w:rsidTr="00C05F44">
        <w:tc>
          <w:tcPr>
            <w:tcW w:w="1985" w:type="dxa"/>
          </w:tcPr>
          <w:p w14:paraId="4600F9EC" w14:textId="77777777" w:rsidR="004603D6" w:rsidRPr="009C54AE" w:rsidRDefault="004603D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2E80A9CD" w14:textId="77777777" w:rsidR="004603D6" w:rsidRPr="009C54AE" w:rsidRDefault="0020178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analiza, dyskusja, obserwacja w trakcie zajęć</w:t>
            </w:r>
            <w:r w:rsidR="007400BC">
              <w:rPr>
                <w:rFonts w:ascii="Corbel" w:hAnsi="Corbel"/>
                <w:b w:val="0"/>
                <w:szCs w:val="24"/>
              </w:rPr>
              <w:t>, przegląd prac</w:t>
            </w:r>
          </w:p>
        </w:tc>
        <w:tc>
          <w:tcPr>
            <w:tcW w:w="2126" w:type="dxa"/>
          </w:tcPr>
          <w:p w14:paraId="18FEF9DD" w14:textId="77777777" w:rsidR="004603D6" w:rsidRPr="009C54AE" w:rsidRDefault="00D27A2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Laboratorium</w:t>
            </w:r>
          </w:p>
        </w:tc>
      </w:tr>
      <w:tr w:rsidR="004603D6" w:rsidRPr="009C54AE" w14:paraId="45004CA1" w14:textId="77777777" w:rsidTr="00C05F44">
        <w:tc>
          <w:tcPr>
            <w:tcW w:w="1985" w:type="dxa"/>
          </w:tcPr>
          <w:p w14:paraId="6CA4DAF7" w14:textId="77777777" w:rsidR="004603D6" w:rsidRPr="009C54AE" w:rsidRDefault="004603D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14:paraId="0B71370F" w14:textId="77777777" w:rsidR="004603D6" w:rsidRPr="009C54AE" w:rsidRDefault="0020178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analiza, dyskusja, obserwacja w trakcie zajęć</w:t>
            </w:r>
            <w:r w:rsidR="007400BC">
              <w:rPr>
                <w:rFonts w:ascii="Corbel" w:hAnsi="Corbel"/>
                <w:b w:val="0"/>
                <w:szCs w:val="24"/>
              </w:rPr>
              <w:t>, przegląd prac</w:t>
            </w:r>
          </w:p>
        </w:tc>
        <w:tc>
          <w:tcPr>
            <w:tcW w:w="2126" w:type="dxa"/>
          </w:tcPr>
          <w:p w14:paraId="115A01B6" w14:textId="77777777" w:rsidR="004603D6" w:rsidRPr="009C54AE" w:rsidRDefault="00D27A2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Laboratorium</w:t>
            </w:r>
          </w:p>
        </w:tc>
      </w:tr>
      <w:tr w:rsidR="004603D6" w:rsidRPr="009C54AE" w14:paraId="05E244B8" w14:textId="77777777" w:rsidTr="00C05F44">
        <w:tc>
          <w:tcPr>
            <w:tcW w:w="1985" w:type="dxa"/>
          </w:tcPr>
          <w:p w14:paraId="37888817" w14:textId="77777777" w:rsidR="004603D6" w:rsidRPr="009C54AE" w:rsidRDefault="004603D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528" w:type="dxa"/>
          </w:tcPr>
          <w:p w14:paraId="0BD9BEC3" w14:textId="77777777" w:rsidR="004603D6" w:rsidRPr="009C54AE" w:rsidRDefault="0020178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analiza, dyskusja, obserwacja w trakcie zajęć – przegląd prac</w:t>
            </w:r>
          </w:p>
        </w:tc>
        <w:tc>
          <w:tcPr>
            <w:tcW w:w="2126" w:type="dxa"/>
          </w:tcPr>
          <w:p w14:paraId="3B78019A" w14:textId="77777777" w:rsidR="004603D6" w:rsidRPr="009C54AE" w:rsidRDefault="00D27A2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Laboratorium</w:t>
            </w:r>
          </w:p>
        </w:tc>
      </w:tr>
      <w:tr w:rsidR="004603D6" w:rsidRPr="009C54AE" w14:paraId="76E616E7" w14:textId="77777777" w:rsidTr="00C05F44">
        <w:tc>
          <w:tcPr>
            <w:tcW w:w="1985" w:type="dxa"/>
          </w:tcPr>
          <w:p w14:paraId="5472FD2A" w14:textId="77777777" w:rsidR="004603D6" w:rsidRPr="009C54AE" w:rsidRDefault="004603D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EK_08</w:t>
            </w:r>
          </w:p>
        </w:tc>
        <w:tc>
          <w:tcPr>
            <w:tcW w:w="5528" w:type="dxa"/>
          </w:tcPr>
          <w:p w14:paraId="5A67288C" w14:textId="77777777" w:rsidR="004603D6" w:rsidRPr="009C54AE" w:rsidRDefault="0020178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analiza, dyskusja, obserwacja w trakcie zajęć – przegląd prac</w:t>
            </w:r>
          </w:p>
        </w:tc>
        <w:tc>
          <w:tcPr>
            <w:tcW w:w="2126" w:type="dxa"/>
          </w:tcPr>
          <w:p w14:paraId="428B591A" w14:textId="77777777" w:rsidR="004603D6" w:rsidRPr="009C54AE" w:rsidRDefault="00D27A2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Laboratorium</w:t>
            </w:r>
          </w:p>
        </w:tc>
      </w:tr>
      <w:tr w:rsidR="004603D6" w:rsidRPr="009C54AE" w14:paraId="203AF8F9" w14:textId="77777777" w:rsidTr="00C05F44">
        <w:tc>
          <w:tcPr>
            <w:tcW w:w="1985" w:type="dxa"/>
          </w:tcPr>
          <w:p w14:paraId="7409A1AA" w14:textId="77777777" w:rsidR="004603D6" w:rsidRPr="009C54AE" w:rsidRDefault="004603D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EK_09</w:t>
            </w:r>
          </w:p>
        </w:tc>
        <w:tc>
          <w:tcPr>
            <w:tcW w:w="5528" w:type="dxa"/>
          </w:tcPr>
          <w:p w14:paraId="308BD971" w14:textId="77777777" w:rsidR="004603D6" w:rsidRPr="009C54AE" w:rsidRDefault="0020178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analiza, dyskusja, obserwacja w trakcie zajęć – przegląd prac</w:t>
            </w:r>
          </w:p>
        </w:tc>
        <w:tc>
          <w:tcPr>
            <w:tcW w:w="2126" w:type="dxa"/>
          </w:tcPr>
          <w:p w14:paraId="00218013" w14:textId="77777777" w:rsidR="004603D6" w:rsidRPr="009C54AE" w:rsidRDefault="00D27A2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Laboratorium</w:t>
            </w:r>
          </w:p>
        </w:tc>
      </w:tr>
    </w:tbl>
    <w:p w14:paraId="116E3869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C76CEBD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4E60427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8AE2C8F" w14:textId="77777777" w:rsidTr="00923D7D">
        <w:tc>
          <w:tcPr>
            <w:tcW w:w="9670" w:type="dxa"/>
          </w:tcPr>
          <w:p w14:paraId="0739F755" w14:textId="77777777" w:rsidR="00BB2DB0" w:rsidRPr="00BB2DB0" w:rsidRDefault="00BB2DB0" w:rsidP="00BB2DB0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B2DB0">
              <w:rPr>
                <w:rFonts w:ascii="Corbel" w:hAnsi="Corbel"/>
                <w:b w:val="0"/>
                <w:smallCaps w:val="0"/>
                <w:szCs w:val="24"/>
              </w:rPr>
              <w:t xml:space="preserve">Warunkiem zaliczenia przedmiotu jest przegląd prac stanowiących realizację ćwiczeń wynikających z założeń programowych, jak i zadań domowych oraz szkicownika. Ocenę </w:t>
            </w:r>
            <w:r w:rsidRPr="009B3B5E">
              <w:rPr>
                <w:rFonts w:ascii="Corbel" w:hAnsi="Corbel"/>
                <w:bCs/>
                <w:smallCaps w:val="0"/>
                <w:szCs w:val="24"/>
              </w:rPr>
              <w:t>niedostateczną</w:t>
            </w:r>
            <w:r w:rsidRPr="00BB2DB0">
              <w:rPr>
                <w:rFonts w:ascii="Corbel" w:hAnsi="Corbel"/>
                <w:b w:val="0"/>
                <w:smallCaps w:val="0"/>
                <w:szCs w:val="24"/>
              </w:rPr>
              <w:t xml:space="preserve"> otrzymuje student wykazujący brak jakiejkolwiek aktywności wynikłej z postawionych mu zadań lub niedostateczne efekty jakościowe wykonanych prac. Ponadto warunkiem zaliczenia przedmiotu jest zrealizowanie programu kształcenia w stopniu </w:t>
            </w:r>
            <w:r w:rsidRPr="009B3B5E">
              <w:rPr>
                <w:rFonts w:ascii="Corbel" w:hAnsi="Corbel"/>
                <w:bCs/>
                <w:smallCaps w:val="0"/>
                <w:szCs w:val="24"/>
              </w:rPr>
              <w:t>dostatecznym</w:t>
            </w:r>
            <w:r w:rsidRPr="00BB2DB0">
              <w:rPr>
                <w:rFonts w:ascii="Corbel" w:hAnsi="Corbel"/>
                <w:b w:val="0"/>
                <w:smallCaps w:val="0"/>
                <w:szCs w:val="24"/>
              </w:rPr>
              <w:t xml:space="preserve"> tj. uczestniczenie w zajęciach z wyjątkiem usprawiedliwionych nieobecności, wykonanie i przedstawienie do zaliczenia zestawu wymaganych prac malarskich. Ocenę </w:t>
            </w:r>
            <w:r w:rsidRPr="009B3B5E">
              <w:rPr>
                <w:rFonts w:ascii="Corbel" w:hAnsi="Corbel"/>
                <w:bCs/>
                <w:smallCaps w:val="0"/>
                <w:szCs w:val="24"/>
              </w:rPr>
              <w:t>plus dostateczną</w:t>
            </w:r>
            <w:r w:rsidRPr="00BB2DB0">
              <w:rPr>
                <w:rFonts w:ascii="Corbel" w:hAnsi="Corbel"/>
                <w:b w:val="0"/>
                <w:smallCaps w:val="0"/>
                <w:szCs w:val="24"/>
              </w:rPr>
              <w:t xml:space="preserve"> otrzymuje student, który wykazuje średnią aktywność w prowadzone w pracowni zadania i przeciętny poziom wykonanych prac. Zaliczenie przedmiotu w stopniu </w:t>
            </w:r>
            <w:r w:rsidRPr="009B3B5E">
              <w:rPr>
                <w:rFonts w:ascii="Corbel" w:hAnsi="Corbel"/>
                <w:bCs/>
                <w:smallCaps w:val="0"/>
                <w:szCs w:val="24"/>
              </w:rPr>
              <w:t>dobrym</w:t>
            </w:r>
            <w:r w:rsidRPr="00BB2DB0">
              <w:rPr>
                <w:rFonts w:ascii="Corbel" w:hAnsi="Corbel"/>
                <w:b w:val="0"/>
                <w:smallCaps w:val="0"/>
                <w:szCs w:val="24"/>
              </w:rPr>
              <w:t xml:space="preserve"> wymaga aktywnego uczestnictwa w zajęciach pracownianych z wyjątkiem usprawiedliwionych nieobecności, wykonanie i przedstawienie do zaliczenia zestawu wymaganych prac, które są poprawnym rozwiązaniem zadań programowych przedmiotu. </w:t>
            </w:r>
            <w:r w:rsidRPr="00BB2DB0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Ocenę </w:t>
            </w:r>
            <w:r w:rsidRPr="009B3B5E">
              <w:rPr>
                <w:rFonts w:ascii="Corbel" w:hAnsi="Corbel"/>
                <w:bCs/>
                <w:smallCaps w:val="0"/>
                <w:szCs w:val="24"/>
              </w:rPr>
              <w:t>plus dobrą</w:t>
            </w:r>
            <w:r w:rsidRPr="00BB2DB0">
              <w:rPr>
                <w:rFonts w:ascii="Corbel" w:hAnsi="Corbel"/>
                <w:b w:val="0"/>
                <w:smallCaps w:val="0"/>
                <w:szCs w:val="24"/>
              </w:rPr>
              <w:t xml:space="preserve"> otrzymuje student wykazujący duże zaangażowanie w prowadzone w pracowni zadania oraz dobre rezultaty artystyczne wykonanych prac.</w:t>
            </w:r>
          </w:p>
          <w:p w14:paraId="55D21CF8" w14:textId="77777777" w:rsidR="0085747A" w:rsidRPr="009C54AE" w:rsidRDefault="00BB2DB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B2DB0">
              <w:rPr>
                <w:rFonts w:ascii="Corbel" w:hAnsi="Corbel"/>
                <w:b w:val="0"/>
                <w:smallCaps w:val="0"/>
                <w:szCs w:val="24"/>
              </w:rPr>
              <w:t xml:space="preserve">Zaliczenie przedmiotu w stopniu </w:t>
            </w:r>
            <w:r w:rsidRPr="009B3B5E">
              <w:rPr>
                <w:rFonts w:ascii="Corbel" w:hAnsi="Corbel"/>
                <w:bCs/>
                <w:smallCaps w:val="0"/>
                <w:szCs w:val="24"/>
              </w:rPr>
              <w:t>bardzo dobrym</w:t>
            </w:r>
            <w:r w:rsidRPr="00BB2DB0">
              <w:rPr>
                <w:rFonts w:ascii="Corbel" w:hAnsi="Corbel"/>
                <w:b w:val="0"/>
                <w:smallCaps w:val="0"/>
                <w:szCs w:val="24"/>
              </w:rPr>
              <w:t xml:space="preserve"> wymaga aktywnego uczestnictwa we wszystkich zajęciach pracownianych z wyjątkiem usprawiedliwionych nieobecności, zaangażowania studenta w prowadzone w pracowni zadania oraz wybitne efekty artystyczne wykonanych prac (np. zestaw zaliczeniowy wzbogacony o własne prace domowe inspirowane potrzebą samorealizacji artystycznej).</w:t>
            </w:r>
          </w:p>
        </w:tc>
      </w:tr>
    </w:tbl>
    <w:p w14:paraId="4CF05B5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BEC0586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9CAA0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3AEDF701" w14:textId="77777777" w:rsidTr="003E1941">
        <w:tc>
          <w:tcPr>
            <w:tcW w:w="4962" w:type="dxa"/>
            <w:vAlign w:val="center"/>
          </w:tcPr>
          <w:p w14:paraId="5D33281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0E9666AF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3E935FE8" w14:textId="77777777" w:rsidTr="00923D7D">
        <w:tc>
          <w:tcPr>
            <w:tcW w:w="4962" w:type="dxa"/>
          </w:tcPr>
          <w:p w14:paraId="5629BA6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19DFECFD" w14:textId="77777777" w:rsidR="0085747A" w:rsidRPr="009C54AE" w:rsidRDefault="0093283B" w:rsidP="0093283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240</w:t>
            </w:r>
          </w:p>
        </w:tc>
      </w:tr>
      <w:tr w:rsidR="00C61DC5" w:rsidRPr="009C54AE" w14:paraId="66204E9F" w14:textId="77777777" w:rsidTr="00923D7D">
        <w:tc>
          <w:tcPr>
            <w:tcW w:w="4962" w:type="dxa"/>
          </w:tcPr>
          <w:p w14:paraId="36D31163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5A4ECF17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1C6B942D" w14:textId="77777777" w:rsidR="00C61DC5" w:rsidRPr="009C54AE" w:rsidRDefault="000031B7" w:rsidP="0093283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="0093283B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C61DC5" w:rsidRPr="009C54AE" w14:paraId="741EA799" w14:textId="77777777" w:rsidTr="00923D7D">
        <w:tc>
          <w:tcPr>
            <w:tcW w:w="4962" w:type="dxa"/>
          </w:tcPr>
          <w:p w14:paraId="00752686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2953805A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036FD3D8" w14:textId="77777777" w:rsidR="00C61DC5" w:rsidRPr="009C54AE" w:rsidRDefault="000031B7" w:rsidP="0093283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  <w:r w:rsidR="0093283B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5747A" w:rsidRPr="009C54AE" w14:paraId="273BB132" w14:textId="77777777" w:rsidTr="00923D7D">
        <w:tc>
          <w:tcPr>
            <w:tcW w:w="4962" w:type="dxa"/>
          </w:tcPr>
          <w:p w14:paraId="57107B86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2E5FAB4F" w14:textId="77777777" w:rsidR="0085747A" w:rsidRPr="009C54AE" w:rsidRDefault="0093283B" w:rsidP="0093283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="000031B7">
              <w:rPr>
                <w:rFonts w:ascii="Corbel" w:hAnsi="Corbel"/>
                <w:sz w:val="24"/>
                <w:szCs w:val="24"/>
              </w:rPr>
              <w:t>6</w:t>
            </w:r>
            <w:r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5747A" w:rsidRPr="009C54AE" w14:paraId="237F372D" w14:textId="77777777" w:rsidTr="00923D7D">
        <w:tc>
          <w:tcPr>
            <w:tcW w:w="4962" w:type="dxa"/>
          </w:tcPr>
          <w:p w14:paraId="3809872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093DC81" w14:textId="77777777" w:rsidR="0085747A" w:rsidRPr="009C54AE" w:rsidRDefault="0093283B" w:rsidP="0093283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</w:t>
            </w:r>
          </w:p>
        </w:tc>
      </w:tr>
    </w:tbl>
    <w:p w14:paraId="62748BEB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2C2896A8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C286E2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261737DF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15DF98F4" w14:textId="77777777" w:rsidTr="0071620A">
        <w:trPr>
          <w:trHeight w:val="397"/>
        </w:trPr>
        <w:tc>
          <w:tcPr>
            <w:tcW w:w="3544" w:type="dxa"/>
          </w:tcPr>
          <w:p w14:paraId="63C72E1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6B401E84" w14:textId="77777777" w:rsidR="0085747A" w:rsidRPr="009C54AE" w:rsidRDefault="00501C1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14:paraId="49363900" w14:textId="77777777" w:rsidTr="0071620A">
        <w:trPr>
          <w:trHeight w:val="397"/>
        </w:trPr>
        <w:tc>
          <w:tcPr>
            <w:tcW w:w="3544" w:type="dxa"/>
          </w:tcPr>
          <w:p w14:paraId="3DFB8ACE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7608C338" w14:textId="77777777" w:rsidR="0085747A" w:rsidRPr="009C54AE" w:rsidRDefault="00501C1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40358001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F7C7962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4549885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51E15692" w14:textId="77777777" w:rsidTr="0071620A">
        <w:trPr>
          <w:trHeight w:val="397"/>
        </w:trPr>
        <w:tc>
          <w:tcPr>
            <w:tcW w:w="7513" w:type="dxa"/>
          </w:tcPr>
          <w:p w14:paraId="667FDA29" w14:textId="479D6CB1" w:rsidR="0085747A" w:rsidRPr="009C54AE" w:rsidRDefault="0085747A" w:rsidP="00557385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505F3">
              <w:rPr>
                <w:rFonts w:ascii="Corbel" w:hAnsi="Corbel"/>
                <w:bCs/>
                <w:smallCaps w:val="0"/>
                <w:szCs w:val="24"/>
              </w:rPr>
              <w:t>Literatura podstawowa:</w:t>
            </w:r>
            <w:r w:rsidR="00FE6CE1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="00FE6CE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br/>
            </w:r>
            <w:proofErr w:type="spellStart"/>
            <w:r w:rsidR="00557385" w:rsidRPr="0055738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Hockney</w:t>
            </w:r>
            <w:proofErr w:type="spellEnd"/>
            <w:r w:rsidR="00557385" w:rsidRPr="0055738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David, </w:t>
            </w:r>
            <w:proofErr w:type="spellStart"/>
            <w:r w:rsidR="00557385" w:rsidRPr="0055738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Gayford</w:t>
            </w:r>
            <w:proofErr w:type="spellEnd"/>
            <w:r w:rsidR="00557385" w:rsidRPr="0055738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Martin</w:t>
            </w:r>
            <w:r w:rsidR="0055738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="00557385" w:rsidRPr="0055738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Historia obrazów : od ściany jaskini do ekranu komputera</w:t>
            </w:r>
            <w:r w:rsidR="00FE6CE1" w:rsidRPr="00FE6CE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;</w:t>
            </w:r>
            <w:r w:rsidR="00FE6CE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br/>
            </w:r>
            <w:proofErr w:type="spellStart"/>
            <w:r w:rsidR="00FE6CE1" w:rsidRPr="00FE6CE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Hopliński</w:t>
            </w:r>
            <w:proofErr w:type="spellEnd"/>
            <w:r w:rsidR="00FE6CE1" w:rsidRPr="00FE6CE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J., Farby i spoiwa malarskie;</w:t>
            </w:r>
            <w:r w:rsidR="00FE6CE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br/>
            </w:r>
          </w:p>
        </w:tc>
      </w:tr>
      <w:tr w:rsidR="0085747A" w:rsidRPr="009C54AE" w14:paraId="3C91959A" w14:textId="77777777" w:rsidTr="0071620A">
        <w:trPr>
          <w:trHeight w:val="397"/>
        </w:trPr>
        <w:tc>
          <w:tcPr>
            <w:tcW w:w="7513" w:type="dxa"/>
          </w:tcPr>
          <w:p w14:paraId="4CC30CA9" w14:textId="45CDD0F0" w:rsidR="00FE6CE1" w:rsidRDefault="0085747A" w:rsidP="004C6EA7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7505F3">
              <w:rPr>
                <w:rFonts w:ascii="Corbel" w:hAnsi="Corbel"/>
                <w:bCs/>
                <w:smallCaps w:val="0"/>
                <w:szCs w:val="24"/>
              </w:rPr>
              <w:t xml:space="preserve">Literatura uzupełniająca: </w:t>
            </w:r>
            <w:r w:rsidR="00FE6CE1" w:rsidRPr="007505F3">
              <w:rPr>
                <w:rFonts w:ascii="Corbel" w:hAnsi="Corbel"/>
                <w:bCs/>
                <w:smallCaps w:val="0"/>
                <w:szCs w:val="24"/>
              </w:rPr>
              <w:br/>
            </w:r>
            <w:r w:rsidR="00FE6CE1" w:rsidRPr="007505F3">
              <w:rPr>
                <w:rFonts w:ascii="Corbel" w:hAnsi="Corbel"/>
                <w:bCs/>
                <w:i/>
                <w:smallCaps w:val="0"/>
                <w:color w:val="000000"/>
                <w:szCs w:val="24"/>
              </w:rPr>
              <w:br/>
            </w:r>
            <w:proofErr w:type="spellStart"/>
            <w:r w:rsidR="00FE6CE1" w:rsidRPr="00FE6CE1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Arnheim</w:t>
            </w:r>
            <w:proofErr w:type="spellEnd"/>
            <w:r w:rsidR="00FE6CE1" w:rsidRPr="00FE6CE1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R., Sztuka i percepcja wzrokowa. Psychologia twórczego oka;</w:t>
            </w:r>
            <w:r w:rsidR="00FE6CE1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br/>
            </w:r>
            <w:proofErr w:type="spellStart"/>
            <w:r w:rsidR="00FE6CE1" w:rsidRPr="00FE6CE1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Arnheim</w:t>
            </w:r>
            <w:proofErr w:type="spellEnd"/>
            <w:r w:rsidR="00FE6CE1" w:rsidRPr="00FE6CE1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R., Myślenie wzrokowe;</w:t>
            </w:r>
            <w:r w:rsidR="00FE6CE1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br/>
            </w:r>
            <w:proofErr w:type="spellStart"/>
            <w:r w:rsidR="00FE6CE1" w:rsidRPr="00FE6CE1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Arasse</w:t>
            </w:r>
            <w:proofErr w:type="spellEnd"/>
            <w:r w:rsidR="00FE6CE1" w:rsidRPr="00FE6CE1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D., Detal. Historia malarstwa w zbliżeniu;</w:t>
            </w:r>
            <w:r w:rsidR="00FE6CE1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br/>
            </w:r>
            <w:r w:rsidR="00FE6CE1" w:rsidRPr="00FE6CE1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Białostocki J., Symbole i obrazy;</w:t>
            </w:r>
            <w:r w:rsidR="00FE6CE1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br/>
            </w:r>
            <w:r w:rsidR="00FE6CE1" w:rsidRPr="00FE6CE1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Białostocki J., Sztuka i myśl humanistyczna;</w:t>
            </w:r>
            <w:r w:rsidR="00FE6CE1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br/>
            </w:r>
            <w:r w:rsidR="00FE6CE1" w:rsidRPr="00FE6CE1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Boruta T., Szkoła Patrzenia;</w:t>
            </w:r>
            <w:r w:rsidR="00FE6CE1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br/>
            </w:r>
            <w:r w:rsidR="00FE6CE1" w:rsidRPr="00FE6CE1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lastRenderedPageBreak/>
              <w:t>Boruta T., O malowaniu duszy i ciała;</w:t>
            </w:r>
            <w:r w:rsidR="00FE6CE1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br/>
            </w:r>
            <w:proofErr w:type="spellStart"/>
            <w:r w:rsidR="00FE6CE1" w:rsidRPr="00FE6CE1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Cennini</w:t>
            </w:r>
            <w:proofErr w:type="spellEnd"/>
            <w:r w:rsidR="00FE6CE1" w:rsidRPr="00FE6CE1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C., Rzecz o malarstwie;</w:t>
            </w:r>
            <w:r w:rsidR="00FE6CE1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br/>
            </w:r>
            <w:proofErr w:type="spellStart"/>
            <w:r w:rsidR="00FE6CE1" w:rsidRPr="00FE6CE1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Cirlot</w:t>
            </w:r>
            <w:proofErr w:type="spellEnd"/>
            <w:r w:rsidR="00FE6CE1" w:rsidRPr="00FE6CE1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J.E., Słownik symboli;</w:t>
            </w:r>
            <w:r w:rsidR="00FE6CE1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br/>
            </w:r>
            <w:r w:rsidR="00FE6CE1" w:rsidRPr="00FE6CE1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Clair J., De </w:t>
            </w:r>
            <w:proofErr w:type="spellStart"/>
            <w:r w:rsidR="00FE6CE1" w:rsidRPr="00FE6CE1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Immundo</w:t>
            </w:r>
            <w:proofErr w:type="spellEnd"/>
            <w:r w:rsidR="00FE6CE1" w:rsidRPr="00FE6CE1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;</w:t>
            </w:r>
            <w:r w:rsidR="00FE6CE1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br/>
            </w:r>
            <w:r w:rsidR="00FE6CE1" w:rsidRPr="00FE6CE1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Derrida J., Prawda w malarstwie;</w:t>
            </w:r>
            <w:r w:rsidR="00FE6CE1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br/>
            </w:r>
            <w:r w:rsidR="00FE6CE1" w:rsidRPr="00FE6CE1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Eco U. (red.), Historia piękna;</w:t>
            </w:r>
            <w:r w:rsidR="00FE6CE1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br/>
            </w:r>
            <w:r w:rsidR="00FE6CE1" w:rsidRPr="00FE6CE1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Eco U. (red.), Historia brzydoty;</w:t>
            </w:r>
            <w:r w:rsidR="00FE6CE1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br/>
            </w:r>
            <w:proofErr w:type="spellStart"/>
            <w:r w:rsidR="00FE6CE1" w:rsidRPr="00FE6CE1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Forstner</w:t>
            </w:r>
            <w:proofErr w:type="spellEnd"/>
            <w:r w:rsidR="00FE6CE1" w:rsidRPr="00FE6CE1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D. OSB, Świat symboliki chrześcijańskiej;</w:t>
            </w:r>
            <w:r w:rsidR="00FE6CE1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br/>
            </w:r>
            <w:proofErr w:type="spellStart"/>
            <w:r w:rsidR="00FE6CE1" w:rsidRPr="00FE6CE1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Kandyński</w:t>
            </w:r>
            <w:proofErr w:type="spellEnd"/>
            <w:r w:rsidR="00FE6CE1" w:rsidRPr="00FE6CE1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W., O duchowości w sztuce;</w:t>
            </w:r>
            <w:r w:rsidR="00FE6CE1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br/>
            </w:r>
            <w:r w:rsidR="00FE6CE1" w:rsidRPr="00FE6CE1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Leonardo da Vinci, Traktat o malarstwie;</w:t>
            </w:r>
            <w:r w:rsidR="00FE6CE1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br/>
            </w:r>
            <w:proofErr w:type="spellStart"/>
            <w:r w:rsidR="00FE6CE1" w:rsidRPr="00FE6CE1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Pollakówna</w:t>
            </w:r>
            <w:proofErr w:type="spellEnd"/>
            <w:r w:rsidR="00FE6CE1" w:rsidRPr="00FE6CE1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J., Myśląc o obrazach;</w:t>
            </w:r>
            <w:r w:rsidR="00FE6CE1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br/>
            </w:r>
            <w:r w:rsidR="00FE6CE1" w:rsidRPr="00FE6CE1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Porębski M., Sztuka a informacja;</w:t>
            </w:r>
            <w:r w:rsidR="00FE6CE1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br/>
            </w:r>
            <w:r w:rsidR="00FE6CE1" w:rsidRPr="00FE6CE1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Rodziński S., Dzieła, czasy, ludzie.</w:t>
            </w:r>
            <w:r w:rsidR="00FE6CE1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br/>
            </w:r>
            <w:r w:rsidR="00FE6CE1" w:rsidRPr="00FE6CE1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Stróżewski W., Wokół piękna;</w:t>
            </w:r>
            <w:r w:rsidR="00FE6CE1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br/>
            </w:r>
            <w:r w:rsidR="00FE6CE1" w:rsidRPr="00FE6CE1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Taranienko Z., Rozmowy o malarstwie;</w:t>
            </w:r>
            <w:r w:rsidR="00FE6CE1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br/>
            </w:r>
            <w:r w:rsidR="00FE6CE1" w:rsidRPr="00FE6CE1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Techniki wielkich mistrzów malarstwa;</w:t>
            </w:r>
          </w:p>
          <w:p w14:paraId="1D830C4F" w14:textId="77777777" w:rsidR="002D6373" w:rsidRDefault="004C6EA7" w:rsidP="004C6E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FE6CE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Gombrich</w:t>
            </w:r>
            <w:proofErr w:type="spellEnd"/>
            <w:r w:rsidRPr="00FE6CE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E.H., Pisma o sztuce i kulturze;</w:t>
            </w:r>
            <w:r w:rsidR="002D6373" w:rsidRPr="00FE6CE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  <w:p w14:paraId="7D21306B" w14:textId="77777777" w:rsidR="002D6373" w:rsidRDefault="002D6373" w:rsidP="004C6E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E6CE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Rzepińska M., Siedem wieków malarstwa europejskiego;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br/>
            </w:r>
            <w:r w:rsidRPr="00FE6CE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Słownik terminów plastycznych, red. K. Zwolińska, Z. Malicki; </w:t>
            </w:r>
          </w:p>
          <w:p w14:paraId="03D557BD" w14:textId="6951AB30" w:rsidR="004C6EA7" w:rsidRPr="00FE6CE1" w:rsidRDefault="002D6373" w:rsidP="004C6EA7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FE6CE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Rzepińska M., Historia koloru w dziejach malarstwa europejskiego;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br/>
            </w:r>
            <w:r w:rsidRPr="00FE6CE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Sterling Ch., Martwa natura od starożytności po wiek XX;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br/>
            </w:r>
          </w:p>
          <w:p w14:paraId="71C97F44" w14:textId="77777777" w:rsidR="00FE6CE1" w:rsidRPr="00FE6CE1" w:rsidRDefault="00FE6CE1" w:rsidP="00FE6CE1">
            <w:pPr>
              <w:pStyle w:val="Punktygwne"/>
              <w:spacing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FE6CE1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Teoretycy, pisarze i artyści o sztuce. Od starożytności do 1500 roku, </w:t>
            </w:r>
            <w:r w:rsidR="00425F3C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    </w:t>
            </w:r>
            <w:r w:rsidRPr="00FE6CE1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red. J.</w:t>
            </w:r>
            <w:r w:rsidR="00425F3C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</w:t>
            </w:r>
            <w:r w:rsidRPr="00FE6CE1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Białostocki;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br/>
            </w:r>
            <w:r w:rsidRPr="00FE6CE1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Słownik terminologiczny sztuk pięknych, red. K. Kubalskiej-</w:t>
            </w:r>
            <w:r w:rsidR="00425F3C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</w:t>
            </w:r>
            <w:r w:rsidRPr="00FE6CE1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Sulkiewicz;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br/>
            </w:r>
            <w:r w:rsidRPr="00FE6CE1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Sztuka w świecie znaków;</w:t>
            </w:r>
          </w:p>
          <w:p w14:paraId="5A2445AB" w14:textId="77777777" w:rsidR="0085747A" w:rsidRPr="00FE6CE1" w:rsidRDefault="00FE6CE1" w:rsidP="00FE6CE1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FE6CE1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Katalogi z wystaw, periodyki o sztuce.</w:t>
            </w:r>
          </w:p>
        </w:tc>
      </w:tr>
    </w:tbl>
    <w:p w14:paraId="3824FEA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E4B027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EAB9F33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626185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120F08" w14:textId="77777777" w:rsidR="00626185" w:rsidRDefault="00626185" w:rsidP="00C16ABF">
      <w:pPr>
        <w:spacing w:after="0" w:line="240" w:lineRule="auto"/>
      </w:pPr>
      <w:r>
        <w:separator/>
      </w:r>
    </w:p>
  </w:endnote>
  <w:endnote w:type="continuationSeparator" w:id="0">
    <w:p w14:paraId="337E1FE7" w14:textId="77777777" w:rsidR="00626185" w:rsidRDefault="00626185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DDB5D8" w14:textId="77777777" w:rsidR="00626185" w:rsidRDefault="00626185" w:rsidP="00C16ABF">
      <w:pPr>
        <w:spacing w:after="0" w:line="240" w:lineRule="auto"/>
      </w:pPr>
      <w:r>
        <w:separator/>
      </w:r>
    </w:p>
  </w:footnote>
  <w:footnote w:type="continuationSeparator" w:id="0">
    <w:p w14:paraId="3191B7ED" w14:textId="77777777" w:rsidR="00626185" w:rsidRDefault="00626185" w:rsidP="00C16ABF">
      <w:pPr>
        <w:spacing w:after="0" w:line="240" w:lineRule="auto"/>
      </w:pPr>
      <w:r>
        <w:continuationSeparator/>
      </w:r>
    </w:p>
  </w:footnote>
  <w:footnote w:id="1">
    <w:p w14:paraId="0C7A7EBE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264457714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31B7"/>
    <w:rsid w:val="000048FD"/>
    <w:rsid w:val="000077B4"/>
    <w:rsid w:val="00015B8F"/>
    <w:rsid w:val="00022ECE"/>
    <w:rsid w:val="00042A51"/>
    <w:rsid w:val="00042D2E"/>
    <w:rsid w:val="00044C82"/>
    <w:rsid w:val="000674D1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4DF3"/>
    <w:rsid w:val="000D04B0"/>
    <w:rsid w:val="000E6E7A"/>
    <w:rsid w:val="000F1C57"/>
    <w:rsid w:val="000F47B0"/>
    <w:rsid w:val="000F5615"/>
    <w:rsid w:val="000F5AE7"/>
    <w:rsid w:val="00114AB8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660E"/>
    <w:rsid w:val="001A70D2"/>
    <w:rsid w:val="001D0352"/>
    <w:rsid w:val="001D657B"/>
    <w:rsid w:val="001D7B54"/>
    <w:rsid w:val="001E0209"/>
    <w:rsid w:val="001F2CA2"/>
    <w:rsid w:val="00201788"/>
    <w:rsid w:val="002144C0"/>
    <w:rsid w:val="00220BDB"/>
    <w:rsid w:val="002246CD"/>
    <w:rsid w:val="0022477D"/>
    <w:rsid w:val="002278A9"/>
    <w:rsid w:val="002336F9"/>
    <w:rsid w:val="0024028F"/>
    <w:rsid w:val="00244ABC"/>
    <w:rsid w:val="00281FF2"/>
    <w:rsid w:val="002857DE"/>
    <w:rsid w:val="00291567"/>
    <w:rsid w:val="00297C6C"/>
    <w:rsid w:val="002A22BF"/>
    <w:rsid w:val="002A2389"/>
    <w:rsid w:val="002A671D"/>
    <w:rsid w:val="002B4D55"/>
    <w:rsid w:val="002B5EA0"/>
    <w:rsid w:val="002B6119"/>
    <w:rsid w:val="002C1F06"/>
    <w:rsid w:val="002D3375"/>
    <w:rsid w:val="002D6373"/>
    <w:rsid w:val="002D73D4"/>
    <w:rsid w:val="002F02A3"/>
    <w:rsid w:val="002F25B2"/>
    <w:rsid w:val="002F269C"/>
    <w:rsid w:val="002F3372"/>
    <w:rsid w:val="002F4ABE"/>
    <w:rsid w:val="003018BA"/>
    <w:rsid w:val="0030395F"/>
    <w:rsid w:val="00305C92"/>
    <w:rsid w:val="003151C5"/>
    <w:rsid w:val="0031528E"/>
    <w:rsid w:val="00331875"/>
    <w:rsid w:val="003343CF"/>
    <w:rsid w:val="00346FE9"/>
    <w:rsid w:val="0034759A"/>
    <w:rsid w:val="003503F6"/>
    <w:rsid w:val="003530DD"/>
    <w:rsid w:val="00363F78"/>
    <w:rsid w:val="00386335"/>
    <w:rsid w:val="00393541"/>
    <w:rsid w:val="003A0A5B"/>
    <w:rsid w:val="003A1176"/>
    <w:rsid w:val="003A15D8"/>
    <w:rsid w:val="003C0BAE"/>
    <w:rsid w:val="003D18A9"/>
    <w:rsid w:val="003D6CE2"/>
    <w:rsid w:val="003D74E1"/>
    <w:rsid w:val="003E1941"/>
    <w:rsid w:val="003E2FE6"/>
    <w:rsid w:val="003E428B"/>
    <w:rsid w:val="003E49D5"/>
    <w:rsid w:val="003F205D"/>
    <w:rsid w:val="003F3390"/>
    <w:rsid w:val="003F38C0"/>
    <w:rsid w:val="00403D3A"/>
    <w:rsid w:val="00413ED6"/>
    <w:rsid w:val="00414E3C"/>
    <w:rsid w:val="0042244A"/>
    <w:rsid w:val="004254FC"/>
    <w:rsid w:val="00425F3C"/>
    <w:rsid w:val="0042745A"/>
    <w:rsid w:val="00431D5C"/>
    <w:rsid w:val="004362C6"/>
    <w:rsid w:val="00437FA2"/>
    <w:rsid w:val="00445970"/>
    <w:rsid w:val="004603D6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C6EA7"/>
    <w:rsid w:val="004D16DE"/>
    <w:rsid w:val="004D2AC0"/>
    <w:rsid w:val="004D5282"/>
    <w:rsid w:val="004E1B4F"/>
    <w:rsid w:val="004F1551"/>
    <w:rsid w:val="004F55A3"/>
    <w:rsid w:val="00501C17"/>
    <w:rsid w:val="00502834"/>
    <w:rsid w:val="0050386E"/>
    <w:rsid w:val="0050496F"/>
    <w:rsid w:val="00513B6F"/>
    <w:rsid w:val="00517C63"/>
    <w:rsid w:val="00532E5D"/>
    <w:rsid w:val="005363C4"/>
    <w:rsid w:val="00536BDE"/>
    <w:rsid w:val="00543ACC"/>
    <w:rsid w:val="0055023D"/>
    <w:rsid w:val="00551BFC"/>
    <w:rsid w:val="00557385"/>
    <w:rsid w:val="0056696D"/>
    <w:rsid w:val="00576BFC"/>
    <w:rsid w:val="0059484D"/>
    <w:rsid w:val="005974C1"/>
    <w:rsid w:val="005A0855"/>
    <w:rsid w:val="005A133C"/>
    <w:rsid w:val="005A3196"/>
    <w:rsid w:val="005A6EFC"/>
    <w:rsid w:val="005C080F"/>
    <w:rsid w:val="005C40F1"/>
    <w:rsid w:val="005C55E5"/>
    <w:rsid w:val="005C696A"/>
    <w:rsid w:val="005D5B0C"/>
    <w:rsid w:val="005E6E85"/>
    <w:rsid w:val="005F31D2"/>
    <w:rsid w:val="0061029B"/>
    <w:rsid w:val="00617230"/>
    <w:rsid w:val="00621CE1"/>
    <w:rsid w:val="00626185"/>
    <w:rsid w:val="00627FC9"/>
    <w:rsid w:val="00647FA8"/>
    <w:rsid w:val="00650C5F"/>
    <w:rsid w:val="00654934"/>
    <w:rsid w:val="006620D9"/>
    <w:rsid w:val="00671958"/>
    <w:rsid w:val="00675843"/>
    <w:rsid w:val="00694BEA"/>
    <w:rsid w:val="00696477"/>
    <w:rsid w:val="006B57D2"/>
    <w:rsid w:val="006D050F"/>
    <w:rsid w:val="006D531D"/>
    <w:rsid w:val="006D6139"/>
    <w:rsid w:val="006E5D65"/>
    <w:rsid w:val="006F1282"/>
    <w:rsid w:val="006F1FBC"/>
    <w:rsid w:val="006F31E2"/>
    <w:rsid w:val="00706544"/>
    <w:rsid w:val="007072BA"/>
    <w:rsid w:val="00712F47"/>
    <w:rsid w:val="0071620A"/>
    <w:rsid w:val="00724677"/>
    <w:rsid w:val="00725020"/>
    <w:rsid w:val="00725459"/>
    <w:rsid w:val="007327BD"/>
    <w:rsid w:val="00734608"/>
    <w:rsid w:val="007372DE"/>
    <w:rsid w:val="007400BC"/>
    <w:rsid w:val="00745302"/>
    <w:rsid w:val="007461D6"/>
    <w:rsid w:val="00746EC8"/>
    <w:rsid w:val="007505F3"/>
    <w:rsid w:val="00763BF1"/>
    <w:rsid w:val="00766FD4"/>
    <w:rsid w:val="00780E77"/>
    <w:rsid w:val="0078168C"/>
    <w:rsid w:val="00787C2A"/>
    <w:rsid w:val="00790E27"/>
    <w:rsid w:val="007A4022"/>
    <w:rsid w:val="007A6E6E"/>
    <w:rsid w:val="007C3299"/>
    <w:rsid w:val="007C3BCC"/>
    <w:rsid w:val="007C4546"/>
    <w:rsid w:val="007D14DE"/>
    <w:rsid w:val="007D6E56"/>
    <w:rsid w:val="007E19C8"/>
    <w:rsid w:val="007E39F5"/>
    <w:rsid w:val="007F4155"/>
    <w:rsid w:val="007F70BD"/>
    <w:rsid w:val="0081554D"/>
    <w:rsid w:val="0081707E"/>
    <w:rsid w:val="00823157"/>
    <w:rsid w:val="00827A30"/>
    <w:rsid w:val="00840514"/>
    <w:rsid w:val="008449B3"/>
    <w:rsid w:val="00846004"/>
    <w:rsid w:val="008552A2"/>
    <w:rsid w:val="00855403"/>
    <w:rsid w:val="0085747A"/>
    <w:rsid w:val="00884922"/>
    <w:rsid w:val="00885F64"/>
    <w:rsid w:val="008917F9"/>
    <w:rsid w:val="008A45F7"/>
    <w:rsid w:val="008A6F87"/>
    <w:rsid w:val="008C0CC0"/>
    <w:rsid w:val="008C19A9"/>
    <w:rsid w:val="008C379D"/>
    <w:rsid w:val="008C5147"/>
    <w:rsid w:val="008C5359"/>
    <w:rsid w:val="008C5363"/>
    <w:rsid w:val="008D3DFB"/>
    <w:rsid w:val="008D43EE"/>
    <w:rsid w:val="008E64F4"/>
    <w:rsid w:val="008F12C9"/>
    <w:rsid w:val="008F14F7"/>
    <w:rsid w:val="008F6E29"/>
    <w:rsid w:val="00905341"/>
    <w:rsid w:val="00916188"/>
    <w:rsid w:val="00923D7D"/>
    <w:rsid w:val="0093283B"/>
    <w:rsid w:val="009508DF"/>
    <w:rsid w:val="00950DAC"/>
    <w:rsid w:val="00954A07"/>
    <w:rsid w:val="009935D3"/>
    <w:rsid w:val="00997F14"/>
    <w:rsid w:val="009A3A38"/>
    <w:rsid w:val="009A78D9"/>
    <w:rsid w:val="009B3B5E"/>
    <w:rsid w:val="009B4DD1"/>
    <w:rsid w:val="009C158F"/>
    <w:rsid w:val="009C3E31"/>
    <w:rsid w:val="009C54AE"/>
    <w:rsid w:val="009C788E"/>
    <w:rsid w:val="009D3F3B"/>
    <w:rsid w:val="009E0543"/>
    <w:rsid w:val="009E358D"/>
    <w:rsid w:val="009E3B41"/>
    <w:rsid w:val="009F3C5C"/>
    <w:rsid w:val="009F4610"/>
    <w:rsid w:val="00A00ECC"/>
    <w:rsid w:val="00A12B87"/>
    <w:rsid w:val="00A155EE"/>
    <w:rsid w:val="00A2245B"/>
    <w:rsid w:val="00A276A3"/>
    <w:rsid w:val="00A30085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B7C32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1482"/>
    <w:rsid w:val="00B66529"/>
    <w:rsid w:val="00B676CC"/>
    <w:rsid w:val="00B75946"/>
    <w:rsid w:val="00B8056E"/>
    <w:rsid w:val="00B819C8"/>
    <w:rsid w:val="00B82308"/>
    <w:rsid w:val="00B83CD3"/>
    <w:rsid w:val="00B90885"/>
    <w:rsid w:val="00BB227E"/>
    <w:rsid w:val="00BB2DB0"/>
    <w:rsid w:val="00BB520A"/>
    <w:rsid w:val="00BB72A9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26D11"/>
    <w:rsid w:val="00C324C1"/>
    <w:rsid w:val="00C36992"/>
    <w:rsid w:val="00C51865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C4C92"/>
    <w:rsid w:val="00CD6897"/>
    <w:rsid w:val="00CE5A1B"/>
    <w:rsid w:val="00CE5BAC"/>
    <w:rsid w:val="00CF25BE"/>
    <w:rsid w:val="00CF6B5B"/>
    <w:rsid w:val="00CF78ED"/>
    <w:rsid w:val="00D02B25"/>
    <w:rsid w:val="00D02EBA"/>
    <w:rsid w:val="00D17C3C"/>
    <w:rsid w:val="00D26B2C"/>
    <w:rsid w:val="00D27A2A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4A14"/>
    <w:rsid w:val="00DF21ED"/>
    <w:rsid w:val="00DF320D"/>
    <w:rsid w:val="00DF71C8"/>
    <w:rsid w:val="00E129B8"/>
    <w:rsid w:val="00E21E7D"/>
    <w:rsid w:val="00E22FBC"/>
    <w:rsid w:val="00E24BF5"/>
    <w:rsid w:val="00E25338"/>
    <w:rsid w:val="00E259C5"/>
    <w:rsid w:val="00E42AFD"/>
    <w:rsid w:val="00E51E44"/>
    <w:rsid w:val="00E63348"/>
    <w:rsid w:val="00E65582"/>
    <w:rsid w:val="00E72345"/>
    <w:rsid w:val="00E742AA"/>
    <w:rsid w:val="00E77E88"/>
    <w:rsid w:val="00E8107D"/>
    <w:rsid w:val="00E960BB"/>
    <w:rsid w:val="00EA2074"/>
    <w:rsid w:val="00EA4832"/>
    <w:rsid w:val="00EA4E9D"/>
    <w:rsid w:val="00EA5F94"/>
    <w:rsid w:val="00EC4899"/>
    <w:rsid w:val="00ED03AB"/>
    <w:rsid w:val="00ED32D2"/>
    <w:rsid w:val="00ED55BF"/>
    <w:rsid w:val="00ED5BDF"/>
    <w:rsid w:val="00EE32DE"/>
    <w:rsid w:val="00EE5457"/>
    <w:rsid w:val="00F070AB"/>
    <w:rsid w:val="00F17567"/>
    <w:rsid w:val="00F2298A"/>
    <w:rsid w:val="00F27A7B"/>
    <w:rsid w:val="00F526AF"/>
    <w:rsid w:val="00F5575A"/>
    <w:rsid w:val="00F617C3"/>
    <w:rsid w:val="00F7066B"/>
    <w:rsid w:val="00F83B28"/>
    <w:rsid w:val="00F875A7"/>
    <w:rsid w:val="00F974DA"/>
    <w:rsid w:val="00FA46E5"/>
    <w:rsid w:val="00FB7DBA"/>
    <w:rsid w:val="00FC1C25"/>
    <w:rsid w:val="00FC29B2"/>
    <w:rsid w:val="00FC3F45"/>
    <w:rsid w:val="00FD503F"/>
    <w:rsid w:val="00FD7589"/>
    <w:rsid w:val="00FE6CE1"/>
    <w:rsid w:val="00FE7964"/>
    <w:rsid w:val="00FF016A"/>
    <w:rsid w:val="00FF1401"/>
    <w:rsid w:val="00FF5E7D"/>
    <w:rsid w:val="00FF5F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6F780F"/>
  <w15:docId w15:val="{4CD6E5AE-FD70-4741-967C-D92662DC2F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82E1AF-7827-4500-8949-1A6AE0DF28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11</TotalTime>
  <Pages>6</Pages>
  <Words>1462</Words>
  <Characters>8778</Characters>
  <Application>Microsoft Office Word</Application>
  <DocSecurity>0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Łukasz Cywicki</cp:lastModifiedBy>
  <cp:revision>5</cp:revision>
  <cp:lastPrinted>2019-02-06T12:12:00Z</cp:lastPrinted>
  <dcterms:created xsi:type="dcterms:W3CDTF">2023-02-08T10:24:00Z</dcterms:created>
  <dcterms:modified xsi:type="dcterms:W3CDTF">2024-01-18T17:12:00Z</dcterms:modified>
</cp:coreProperties>
</file>